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6228A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807E26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1861E5A" w14:textId="119399C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94FEE">
        <w:rPr>
          <w:rFonts w:ascii="Corbel" w:hAnsi="Corbel"/>
          <w:i/>
          <w:smallCaps/>
          <w:sz w:val="24"/>
          <w:szCs w:val="24"/>
        </w:rPr>
        <w:t>202</w:t>
      </w:r>
      <w:r w:rsidR="00A3222B">
        <w:rPr>
          <w:rFonts w:ascii="Corbel" w:hAnsi="Corbel"/>
          <w:i/>
          <w:smallCaps/>
          <w:sz w:val="24"/>
          <w:szCs w:val="24"/>
        </w:rPr>
        <w:t>2</w:t>
      </w:r>
      <w:r w:rsidR="00D016C2">
        <w:rPr>
          <w:rFonts w:ascii="Corbel" w:hAnsi="Corbel"/>
          <w:i/>
          <w:smallCaps/>
          <w:sz w:val="24"/>
          <w:szCs w:val="24"/>
        </w:rPr>
        <w:t>-202</w:t>
      </w:r>
      <w:r w:rsidR="00A3222B">
        <w:rPr>
          <w:rFonts w:ascii="Corbel" w:hAnsi="Corbel"/>
          <w:i/>
          <w:smallCaps/>
          <w:sz w:val="24"/>
          <w:szCs w:val="24"/>
        </w:rPr>
        <w:t>5</w:t>
      </w:r>
    </w:p>
    <w:p w14:paraId="714749B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6E40EAE" w14:textId="2293B0B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94FEE">
        <w:rPr>
          <w:rFonts w:ascii="Corbel" w:hAnsi="Corbel"/>
          <w:sz w:val="20"/>
          <w:szCs w:val="20"/>
        </w:rPr>
        <w:t>202</w:t>
      </w:r>
      <w:r w:rsidR="00A3222B">
        <w:rPr>
          <w:rFonts w:ascii="Corbel" w:hAnsi="Corbel"/>
          <w:sz w:val="20"/>
          <w:szCs w:val="20"/>
        </w:rPr>
        <w:t>2</w:t>
      </w:r>
      <w:r w:rsidR="00694FEE">
        <w:rPr>
          <w:rFonts w:ascii="Corbel" w:hAnsi="Corbel"/>
          <w:sz w:val="20"/>
          <w:szCs w:val="20"/>
        </w:rPr>
        <w:t>/202</w:t>
      </w:r>
      <w:r w:rsidR="00A3222B">
        <w:rPr>
          <w:rFonts w:ascii="Corbel" w:hAnsi="Corbel"/>
          <w:sz w:val="20"/>
          <w:szCs w:val="20"/>
        </w:rPr>
        <w:t>3</w:t>
      </w:r>
    </w:p>
    <w:p w14:paraId="0614065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4455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7AA0B8B" w14:textId="77777777" w:rsidTr="00B819C8">
        <w:tc>
          <w:tcPr>
            <w:tcW w:w="2694" w:type="dxa"/>
            <w:vAlign w:val="center"/>
          </w:tcPr>
          <w:p w14:paraId="5D98BE4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C83BC7" w14:textId="77777777" w:rsidR="0085747A" w:rsidRPr="00C570A1" w:rsidRDefault="00F60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08B72918" w14:textId="77777777" w:rsidTr="00B819C8">
        <w:tc>
          <w:tcPr>
            <w:tcW w:w="2694" w:type="dxa"/>
            <w:vAlign w:val="center"/>
          </w:tcPr>
          <w:p w14:paraId="0189D3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F93EB50" w14:textId="77777777" w:rsidR="0085747A" w:rsidRPr="00C570A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081ACB1" w14:textId="77777777" w:rsidTr="00B819C8">
        <w:tc>
          <w:tcPr>
            <w:tcW w:w="2694" w:type="dxa"/>
            <w:vAlign w:val="center"/>
          </w:tcPr>
          <w:p w14:paraId="75B03234" w14:textId="210E7CEF" w:rsidR="0085747A" w:rsidRPr="009C54AE" w:rsidRDefault="00A3222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82EB18" w14:textId="63EF1BA2" w:rsidR="0085747A" w:rsidRPr="00C570A1" w:rsidRDefault="00204F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</w:t>
            </w:r>
            <w:r w:rsidR="00A3222B">
              <w:rPr>
                <w:rFonts w:ascii="Corbel" w:hAnsi="Corbel"/>
                <w:b w:val="0"/>
                <w:sz w:val="24"/>
                <w:szCs w:val="24"/>
              </w:rPr>
              <w:t>ł</w:t>
            </w:r>
            <w:r>
              <w:rPr>
                <w:rFonts w:ascii="Corbel" w:hAnsi="Corbel"/>
                <w:b w:val="0"/>
                <w:sz w:val="24"/>
                <w:szCs w:val="24"/>
              </w:rPr>
              <w:t>ecznych</w:t>
            </w:r>
          </w:p>
        </w:tc>
      </w:tr>
      <w:tr w:rsidR="0085747A" w:rsidRPr="009C54AE" w14:paraId="6AA0E7A1" w14:textId="77777777" w:rsidTr="00B819C8">
        <w:tc>
          <w:tcPr>
            <w:tcW w:w="2694" w:type="dxa"/>
            <w:vAlign w:val="center"/>
          </w:tcPr>
          <w:p w14:paraId="19CAEC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D626F3" w14:textId="77777777" w:rsidR="0085747A" w:rsidRPr="00C570A1" w:rsidRDefault="00204F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4A2E6338" w14:textId="77777777" w:rsidTr="00B819C8">
        <w:tc>
          <w:tcPr>
            <w:tcW w:w="2694" w:type="dxa"/>
            <w:vAlign w:val="center"/>
          </w:tcPr>
          <w:p w14:paraId="39E303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19646C" w14:textId="77777777" w:rsidR="0085747A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2AE695AD" w14:textId="77777777" w:rsidTr="00B819C8">
        <w:tc>
          <w:tcPr>
            <w:tcW w:w="2694" w:type="dxa"/>
            <w:vAlign w:val="center"/>
          </w:tcPr>
          <w:p w14:paraId="70A128F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1AD92D3" w14:textId="77777777" w:rsidR="0085747A" w:rsidRPr="00C570A1" w:rsidRDefault="00D75C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I</w:t>
            </w:r>
            <w:r w:rsidR="00D016C2" w:rsidRPr="00C570A1">
              <w:rPr>
                <w:rFonts w:ascii="Corbel" w:hAnsi="Corbel" w:cs="DejaVuSans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7310D602" w14:textId="77777777" w:rsidTr="00B819C8">
        <w:tc>
          <w:tcPr>
            <w:tcW w:w="2694" w:type="dxa"/>
            <w:vAlign w:val="center"/>
          </w:tcPr>
          <w:p w14:paraId="6B08CC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B96CBAF" w14:textId="77777777" w:rsidR="0085747A" w:rsidRPr="00C570A1" w:rsidRDefault="00D116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D96F125" w14:textId="77777777" w:rsidTr="00B819C8">
        <w:tc>
          <w:tcPr>
            <w:tcW w:w="2694" w:type="dxa"/>
            <w:vAlign w:val="center"/>
          </w:tcPr>
          <w:p w14:paraId="67EEF7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ABDF00" w14:textId="00F9C59D" w:rsidR="0085747A" w:rsidRPr="00C570A1" w:rsidRDefault="0019442C" w:rsidP="00D75C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nie</w:t>
            </w:r>
            <w:r w:rsidR="00D016C2" w:rsidRPr="00C570A1">
              <w:rPr>
                <w:rFonts w:ascii="Corbel" w:hAnsi="Corbel" w:cs="DejaVuSans"/>
                <w:b w:val="0"/>
                <w:sz w:val="24"/>
                <w:szCs w:val="24"/>
              </w:rPr>
              <w:t>stacjonarn</w:t>
            </w:r>
            <w:r w:rsidR="00A3222B">
              <w:rPr>
                <w:rFonts w:ascii="Corbel" w:hAnsi="Corbel" w:cs="DejaVuSans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DA56ABF" w14:textId="77777777" w:rsidTr="00B819C8">
        <w:tc>
          <w:tcPr>
            <w:tcW w:w="2694" w:type="dxa"/>
            <w:vAlign w:val="center"/>
          </w:tcPr>
          <w:p w14:paraId="62ADF2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45C50D" w14:textId="77777777" w:rsidR="0085747A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 xml:space="preserve">I rok, semestr </w:t>
            </w:r>
            <w:r w:rsidR="00D11695" w:rsidRPr="00C570A1">
              <w:rPr>
                <w:rFonts w:ascii="Corbel" w:hAnsi="Corbel" w:cs="DejaVuSans"/>
                <w:b w:val="0"/>
                <w:sz w:val="24"/>
                <w:szCs w:val="24"/>
              </w:rPr>
              <w:t>1</w:t>
            </w:r>
          </w:p>
        </w:tc>
      </w:tr>
      <w:tr w:rsidR="0085747A" w:rsidRPr="009C54AE" w14:paraId="1DAD72D8" w14:textId="77777777" w:rsidTr="00B819C8">
        <w:tc>
          <w:tcPr>
            <w:tcW w:w="2694" w:type="dxa"/>
            <w:vAlign w:val="center"/>
          </w:tcPr>
          <w:p w14:paraId="4DFD18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971FD9" w14:textId="77777777" w:rsidR="0085747A" w:rsidRPr="00C570A1" w:rsidRDefault="00B307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ogólny</w:t>
            </w:r>
          </w:p>
        </w:tc>
      </w:tr>
      <w:tr w:rsidR="00923D7D" w:rsidRPr="009C54AE" w14:paraId="560D3161" w14:textId="77777777" w:rsidTr="00B819C8">
        <w:tc>
          <w:tcPr>
            <w:tcW w:w="2694" w:type="dxa"/>
            <w:vAlign w:val="center"/>
          </w:tcPr>
          <w:p w14:paraId="221B85F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FFEC3" w14:textId="77777777" w:rsidR="00923D7D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F4624B7" w14:textId="77777777" w:rsidTr="00B819C8">
        <w:tc>
          <w:tcPr>
            <w:tcW w:w="2694" w:type="dxa"/>
            <w:vAlign w:val="center"/>
          </w:tcPr>
          <w:p w14:paraId="532C30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155AFCD" w14:textId="77777777" w:rsidR="0085747A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  <w:tr w:rsidR="0085747A" w:rsidRPr="009C54AE" w14:paraId="763FF48A" w14:textId="77777777" w:rsidTr="00B819C8">
        <w:tc>
          <w:tcPr>
            <w:tcW w:w="2694" w:type="dxa"/>
            <w:vAlign w:val="center"/>
          </w:tcPr>
          <w:p w14:paraId="30FB40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F09990" w14:textId="77777777" w:rsidR="0085747A" w:rsidRPr="00C570A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E953A1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DE128E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1EA8BB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DFDEF7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828A86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DD8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7B8804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F03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65D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EF2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AB4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D8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29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9C8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FA7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888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B209A7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6452" w14:textId="77777777" w:rsidR="00015B8F" w:rsidRPr="009C54AE" w:rsidRDefault="00D116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67E5" w14:textId="50BB57F2" w:rsidR="00015B8F" w:rsidRPr="009C54AE" w:rsidRDefault="001944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188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7A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8F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614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30E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E68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D2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5722" w14:textId="77777777" w:rsidR="00015B8F" w:rsidRPr="009C54AE" w:rsidRDefault="004345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31C2C4A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429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444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B5E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F614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3302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B998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4A1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7A0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4290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7B9E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7FE30C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A2F9E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5A973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E6819EE" w14:textId="77777777" w:rsidR="0085747A" w:rsidRPr="009C54AE" w:rsidRDefault="0097623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FD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B7B07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3F928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9A938B" w14:textId="77777777" w:rsidR="0097623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D1B30C3" w14:textId="77777777" w:rsidR="00E22FBC" w:rsidRPr="009C54AE" w:rsidRDefault="0097623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</w:t>
      </w:r>
      <w:r w:rsidR="00BF0257">
        <w:rPr>
          <w:rFonts w:ascii="Corbel" w:hAnsi="Corbel"/>
          <w:b w:val="0"/>
          <w:smallCaps w:val="0"/>
          <w:szCs w:val="24"/>
        </w:rPr>
        <w:t>egzamin</w:t>
      </w:r>
    </w:p>
    <w:p w14:paraId="672A669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AE2F6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5C807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BC18561" w14:textId="77777777" w:rsidTr="00745302">
        <w:tc>
          <w:tcPr>
            <w:tcW w:w="9670" w:type="dxa"/>
          </w:tcPr>
          <w:p w14:paraId="18BA3CF7" w14:textId="77777777" w:rsidR="0085747A" w:rsidRPr="009C54AE" w:rsidRDefault="00B65C17" w:rsidP="00CD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Podstawowa wiedza z zakresu </w:t>
            </w:r>
            <w:r w:rsidR="00C570A1">
              <w:rPr>
                <w:rFonts w:ascii="Corbel" w:hAnsi="Corbel"/>
                <w:b/>
                <w:smallCaps/>
                <w:color w:val="000000"/>
                <w:szCs w:val="24"/>
              </w:rPr>
              <w:t>zachowań społecznych</w:t>
            </w:r>
          </w:p>
        </w:tc>
      </w:tr>
    </w:tbl>
    <w:p w14:paraId="0A26B62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27B15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FCA498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7325A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278ED5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CBC578C" w14:textId="77777777" w:rsidTr="00923D7D">
        <w:tc>
          <w:tcPr>
            <w:tcW w:w="851" w:type="dxa"/>
            <w:vAlign w:val="center"/>
          </w:tcPr>
          <w:p w14:paraId="1436ACF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96C266" w14:textId="77777777" w:rsidR="00D11695" w:rsidRP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D11695">
              <w:rPr>
                <w:rFonts w:ascii="LiberationSerif" w:hAnsi="LiberationSerif" w:cs="LiberationSerif"/>
              </w:rPr>
              <w:t>- Ukazanie roli i miejsca socjologii w rodzinie nauk społecznych</w:t>
            </w:r>
          </w:p>
          <w:p w14:paraId="02AC72CA" w14:textId="77777777" w:rsidR="0085747A" w:rsidRPr="00D11695" w:rsidRDefault="00D11695" w:rsidP="00D116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695">
              <w:rPr>
                <w:rFonts w:ascii="LiberationSerif" w:hAnsi="LiberationSerif" w:cs="LiberationSerif"/>
                <w:b w:val="0"/>
              </w:rPr>
              <w:t>- Zaprezentowanie genezy i funkcji tej dyscypliny w szeroko rozumianej humanistyce</w:t>
            </w:r>
          </w:p>
        </w:tc>
      </w:tr>
      <w:tr w:rsidR="0085747A" w:rsidRPr="009C54AE" w14:paraId="6E17C20D" w14:textId="77777777" w:rsidTr="00923D7D">
        <w:tc>
          <w:tcPr>
            <w:tcW w:w="851" w:type="dxa"/>
            <w:vAlign w:val="center"/>
          </w:tcPr>
          <w:p w14:paraId="50775720" w14:textId="77777777" w:rsidR="0085747A" w:rsidRPr="009C54AE" w:rsidRDefault="0097623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563920" w14:textId="77777777" w:rsidR="00D11695" w:rsidRP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D11695">
              <w:rPr>
                <w:rFonts w:ascii="LiberationSerif" w:hAnsi="LiberationSerif" w:cs="LiberationSerif"/>
              </w:rPr>
              <w:t>- Wyjaśnienie między innymi kluczowych terminów socjologicznych takich jak: grupa</w:t>
            </w:r>
          </w:p>
          <w:p w14:paraId="3FDA3394" w14:textId="77777777" w:rsidR="00D11695" w:rsidRP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D11695">
              <w:rPr>
                <w:rFonts w:ascii="LiberationSerif" w:hAnsi="LiberationSerif" w:cs="LiberationSerif"/>
              </w:rPr>
              <w:t>społeczna, zbiorowość, państwo, naród, osobowość, patologia, kultura czy zmiana</w:t>
            </w:r>
          </w:p>
          <w:p w14:paraId="30F97C06" w14:textId="77777777" w:rsidR="0085747A" w:rsidRPr="00434515" w:rsidRDefault="00D11695" w:rsidP="00D116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695">
              <w:rPr>
                <w:rFonts w:ascii="LiberationSerif" w:hAnsi="LiberationSerif" w:cs="LiberationSerif"/>
                <w:b w:val="0"/>
              </w:rPr>
              <w:t>społeczna.</w:t>
            </w:r>
          </w:p>
        </w:tc>
      </w:tr>
      <w:tr w:rsidR="0085747A" w:rsidRPr="009C54AE" w14:paraId="4184549A" w14:textId="77777777" w:rsidTr="00923D7D">
        <w:tc>
          <w:tcPr>
            <w:tcW w:w="851" w:type="dxa"/>
            <w:vAlign w:val="center"/>
          </w:tcPr>
          <w:p w14:paraId="207C5EB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7623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E496A6A" w14:textId="77777777" w:rsidR="0085747A" w:rsidRPr="0043451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11695">
              <w:rPr>
                <w:rFonts w:ascii="LiberationSerif" w:hAnsi="LiberationSerif" w:cs="LiberationSerif"/>
              </w:rPr>
              <w:t>- Zapoznanie studentów z rolą człowieka i społeczeństwa, jakie mają oni do spełnienia na</w:t>
            </w:r>
            <w:r>
              <w:rPr>
                <w:rFonts w:ascii="LiberationSerif" w:hAnsi="LiberationSerif" w:cs="LiberationSerif"/>
              </w:rPr>
              <w:t xml:space="preserve"> </w:t>
            </w:r>
            <w:r w:rsidRPr="00D11695">
              <w:rPr>
                <w:rFonts w:ascii="LiberationSerif" w:hAnsi="LiberationSerif" w:cs="LiberationSerif"/>
              </w:rPr>
              <w:t>przełomie wieków z punktu widzenia nauk społecznych, w tym socjologii</w:t>
            </w:r>
          </w:p>
        </w:tc>
      </w:tr>
    </w:tbl>
    <w:p w14:paraId="0CAE67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C90F4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15C078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E88AC59" w14:textId="77777777" w:rsidTr="0071620A">
        <w:tc>
          <w:tcPr>
            <w:tcW w:w="1701" w:type="dxa"/>
            <w:vAlign w:val="center"/>
          </w:tcPr>
          <w:p w14:paraId="529AE0F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B4A89D" w14:textId="77777777" w:rsidR="00AB62C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1FB55CD0" w14:textId="77777777" w:rsidR="0085747A" w:rsidRPr="009C54AE" w:rsidRDefault="00AB62C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0BB65F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9B30B38" w14:textId="77777777" w:rsidTr="005E6E85">
        <w:tc>
          <w:tcPr>
            <w:tcW w:w="1701" w:type="dxa"/>
          </w:tcPr>
          <w:p w14:paraId="0C48D7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1799B3D" w14:textId="77777777" w:rsidR="00D11695" w:rsidRPr="00FE25D7" w:rsidRDefault="00B65C17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E25D7">
              <w:rPr>
                <w:rFonts w:ascii="Corbel" w:hAnsi="Corbel" w:cs="Times New Roman"/>
              </w:rPr>
              <w:t>Zd</w:t>
            </w:r>
            <w:r w:rsidR="00224726" w:rsidRPr="00FE25D7">
              <w:rPr>
                <w:rFonts w:ascii="Corbel" w:hAnsi="Corbel" w:cs="Times New Roman"/>
              </w:rPr>
              <w:t>efiniuje i op</w:t>
            </w:r>
            <w:r w:rsidRPr="00FE25D7">
              <w:rPr>
                <w:rFonts w:ascii="Corbel" w:hAnsi="Corbel" w:cs="Times New Roman"/>
              </w:rPr>
              <w:t>isze</w:t>
            </w:r>
            <w:r w:rsidR="00224726" w:rsidRPr="00FE25D7">
              <w:rPr>
                <w:rFonts w:ascii="Corbel" w:hAnsi="Corbel" w:cs="Times New Roman"/>
              </w:rPr>
              <w:t xml:space="preserve"> podstawowe pojęcia z zakresu socjologii: więź społeczna, socjalizacja, wychowanie, kształcenie, edukacja, </w:t>
            </w:r>
            <w:r w:rsidR="00224726" w:rsidRPr="00FE25D7">
              <w:rPr>
                <w:rFonts w:ascii="Corbel" w:hAnsi="Corbel" w:cs="LiberationSerif"/>
              </w:rPr>
              <w:t>kontrola społeczna, osobowość,</w:t>
            </w:r>
            <w:r w:rsidR="00224726" w:rsidRPr="00FE25D7">
              <w:rPr>
                <w:rFonts w:ascii="Corbel" w:hAnsi="Corbel" w:cs="Times New Roman"/>
              </w:rPr>
              <w:t xml:space="preserve"> kultura, rodzina, grupa społeczna oraz wskazuje miejsce socjologii w systemie nauk</w:t>
            </w:r>
            <w:r w:rsidR="005D495F" w:rsidRPr="00FE25D7">
              <w:rPr>
                <w:rFonts w:ascii="Corbel" w:hAnsi="Corbel" w:cs="LiberationSerif"/>
              </w:rPr>
              <w:t xml:space="preserve">, </w:t>
            </w:r>
            <w:r w:rsidR="00D11695" w:rsidRPr="00FE25D7">
              <w:rPr>
                <w:rFonts w:ascii="Corbel" w:hAnsi="Corbel" w:cs="LiberationSerif"/>
              </w:rPr>
              <w:t>ponadto posiada</w:t>
            </w:r>
            <w:r w:rsidR="005D495F" w:rsidRPr="00FE25D7">
              <w:rPr>
                <w:rFonts w:ascii="Corbel" w:hAnsi="Corbel" w:cs="LiberationSerif"/>
              </w:rPr>
              <w:t xml:space="preserve"> </w:t>
            </w:r>
            <w:r w:rsidR="00D11695" w:rsidRPr="00FE25D7">
              <w:rPr>
                <w:rFonts w:ascii="Corbel" w:hAnsi="Corbel" w:cs="LiberationSerif"/>
              </w:rPr>
              <w:t>uporządkowaną wiedzę dotyczącą przedmiotowych i</w:t>
            </w:r>
          </w:p>
          <w:p w14:paraId="11455851" w14:textId="77777777" w:rsidR="00D11695" w:rsidRPr="00FE25D7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E25D7">
              <w:rPr>
                <w:rFonts w:ascii="Corbel" w:hAnsi="Corbel" w:cs="LiberationSerif"/>
              </w:rPr>
              <w:t>metodologicznych powiązań socjologii z innymi</w:t>
            </w:r>
          </w:p>
          <w:p w14:paraId="2C59D725" w14:textId="77777777" w:rsidR="0085747A" w:rsidRPr="00FE25D7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FE25D7">
              <w:rPr>
                <w:rFonts w:ascii="Corbel" w:hAnsi="Corbel" w:cs="LiberationSerif"/>
              </w:rPr>
              <w:t>dyscyplinami</w:t>
            </w:r>
            <w:r w:rsidR="005D495F" w:rsidRPr="00FE25D7">
              <w:rPr>
                <w:rFonts w:ascii="Corbel" w:hAnsi="Corbel" w:cs="LiberationSerif"/>
              </w:rPr>
              <w:t xml:space="preserve"> wchodzącymi w zakres </w:t>
            </w:r>
            <w:r w:rsidRPr="00FE25D7">
              <w:rPr>
                <w:rFonts w:ascii="Corbel" w:hAnsi="Corbel" w:cs="LiberationSerif"/>
              </w:rPr>
              <w:t xml:space="preserve"> nauk społecznych i humanistycznych</w:t>
            </w:r>
          </w:p>
        </w:tc>
        <w:tc>
          <w:tcPr>
            <w:tcW w:w="1873" w:type="dxa"/>
          </w:tcPr>
          <w:p w14:paraId="0D9F775E" w14:textId="77777777" w:rsidR="0085747A" w:rsidRPr="00FE25D7" w:rsidRDefault="00F609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K_W01</w:t>
            </w:r>
          </w:p>
        </w:tc>
      </w:tr>
      <w:tr w:rsidR="0085747A" w:rsidRPr="009C54AE" w14:paraId="6DA17DCB" w14:textId="77777777" w:rsidTr="005E6E85">
        <w:tc>
          <w:tcPr>
            <w:tcW w:w="1701" w:type="dxa"/>
          </w:tcPr>
          <w:p w14:paraId="24C2346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961B4E0" w14:textId="77777777" w:rsidR="0085747A" w:rsidRPr="00FE25D7" w:rsidRDefault="005D495F" w:rsidP="005D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FE25D7">
              <w:rPr>
                <w:rFonts w:ascii="Corbel" w:hAnsi="Corbel" w:cs="Times New Roman"/>
              </w:rPr>
              <w:t>Om</w:t>
            </w:r>
            <w:r w:rsidR="00B65C17" w:rsidRPr="00FE25D7">
              <w:rPr>
                <w:rFonts w:ascii="Corbel" w:hAnsi="Corbel" w:cs="Times New Roman"/>
              </w:rPr>
              <w:t>ówi</w:t>
            </w:r>
            <w:r w:rsidRPr="00FE25D7">
              <w:rPr>
                <w:rFonts w:ascii="Corbel" w:hAnsi="Corbel" w:cs="Times New Roman"/>
              </w:rPr>
              <w:t xml:space="preserve"> rodzaje struktur społecznych i instytucje życia społecznego oraz zachodzące między nimi relacje istotne z socjologicznego i pedagogicznego punktu widzenia, w tym zwłaszcza p</w:t>
            </w:r>
            <w:r w:rsidR="00D11695" w:rsidRPr="00FE25D7">
              <w:rPr>
                <w:rFonts w:ascii="Corbel" w:hAnsi="Corbel" w:cs="LiberationSerif"/>
              </w:rPr>
              <w:t>osiada uporządkowaną wiedzę dotyczącą podstawowych</w:t>
            </w:r>
            <w:r w:rsidRPr="00FE25D7">
              <w:rPr>
                <w:rFonts w:ascii="Corbel" w:hAnsi="Corbel" w:cs="LiberationSerif"/>
              </w:rPr>
              <w:t xml:space="preserve"> </w:t>
            </w:r>
            <w:r w:rsidR="00D11695" w:rsidRPr="00FE25D7">
              <w:rPr>
                <w:rFonts w:ascii="Corbel" w:hAnsi="Corbel" w:cs="LiberationSerif"/>
              </w:rPr>
              <w:t>rodzajów małych (rodzina) i wielkich (naród, państwo)</w:t>
            </w:r>
            <w:r w:rsidRPr="00FE25D7">
              <w:rPr>
                <w:rFonts w:ascii="Corbel" w:hAnsi="Corbel" w:cs="LiberationSerif"/>
              </w:rPr>
              <w:t xml:space="preserve"> </w:t>
            </w:r>
            <w:r w:rsidR="00D11695" w:rsidRPr="00FE25D7">
              <w:rPr>
                <w:rFonts w:ascii="Corbel" w:hAnsi="Corbel" w:cs="LiberationSerif"/>
              </w:rPr>
              <w:t>struktur społecznych oraz zależności w nich zachodzących</w:t>
            </w:r>
          </w:p>
        </w:tc>
        <w:tc>
          <w:tcPr>
            <w:tcW w:w="1873" w:type="dxa"/>
          </w:tcPr>
          <w:p w14:paraId="4464E492" w14:textId="77777777" w:rsidR="0085747A" w:rsidRPr="00FE25D7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K_W0</w:t>
            </w:r>
            <w:r w:rsidR="00224726" w:rsidRPr="00FE25D7">
              <w:rPr>
                <w:rFonts w:ascii="Corbel" w:hAnsi="Corbel" w:cs="LiberationSerif"/>
                <w:b w:val="0"/>
                <w:sz w:val="22"/>
              </w:rPr>
              <w:t>7</w:t>
            </w:r>
          </w:p>
        </w:tc>
      </w:tr>
      <w:tr w:rsidR="0085747A" w:rsidRPr="009C54AE" w14:paraId="7BA37F30" w14:textId="77777777" w:rsidTr="005E6E85">
        <w:tc>
          <w:tcPr>
            <w:tcW w:w="1701" w:type="dxa"/>
          </w:tcPr>
          <w:p w14:paraId="6763BC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D346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852899C" w14:textId="3E29B1A3" w:rsidR="0085747A" w:rsidRPr="00FE25D7" w:rsidRDefault="00B65C17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E25D7">
              <w:rPr>
                <w:rFonts w:ascii="Corbel" w:hAnsi="Corbel" w:cs="Times New Roman"/>
              </w:rPr>
              <w:t>Za</w:t>
            </w:r>
            <w:r w:rsidR="005D495F" w:rsidRPr="00FE25D7">
              <w:rPr>
                <w:rFonts w:ascii="Corbel" w:hAnsi="Corbel" w:cs="Times New Roman"/>
              </w:rPr>
              <w:t>nalizuje i oceni różne zjawiska społeczne, w tym sytuacje wychowawcze, opiekuńcze i dydaktyczne</w:t>
            </w:r>
            <w:r w:rsidR="005D495F" w:rsidRPr="00FE25D7">
              <w:rPr>
                <w:rFonts w:ascii="Corbel" w:hAnsi="Corbel" w:cs="LiberationSerif"/>
              </w:rPr>
              <w:t>, a ponadto p</w:t>
            </w:r>
            <w:r w:rsidR="00D11695" w:rsidRPr="00FE25D7">
              <w:rPr>
                <w:rFonts w:ascii="Corbel" w:hAnsi="Corbel" w:cs="LiberationSerif"/>
              </w:rPr>
              <w:t xml:space="preserve">otrafi prawidłowo interpretować </w:t>
            </w:r>
            <w:r w:rsidR="005D495F" w:rsidRPr="00FE25D7">
              <w:rPr>
                <w:rFonts w:ascii="Corbel" w:hAnsi="Corbel" w:cs="LiberationSerif"/>
              </w:rPr>
              <w:t>takie zjawiska, które na co dzień mają miejsce</w:t>
            </w:r>
            <w:r w:rsidR="00320BD6" w:rsidRPr="00FE25D7">
              <w:rPr>
                <w:rFonts w:ascii="Corbel" w:hAnsi="Corbel" w:cs="LiberationSerif"/>
              </w:rPr>
              <w:t xml:space="preserve"> w</w:t>
            </w:r>
            <w:r w:rsidR="005D495F" w:rsidRPr="00FE25D7">
              <w:rPr>
                <w:rFonts w:ascii="Corbel" w:hAnsi="Corbel" w:cs="LiberationSerif"/>
              </w:rPr>
              <w:t xml:space="preserve"> </w:t>
            </w:r>
            <w:r w:rsidR="00D11695" w:rsidRPr="00FE25D7">
              <w:rPr>
                <w:rFonts w:ascii="Corbel" w:hAnsi="Corbel" w:cs="LiberationSerif"/>
              </w:rPr>
              <w:t>zbiorowościach społecznych</w:t>
            </w:r>
          </w:p>
        </w:tc>
        <w:tc>
          <w:tcPr>
            <w:tcW w:w="1873" w:type="dxa"/>
          </w:tcPr>
          <w:p w14:paraId="11761F82" w14:textId="77777777" w:rsidR="0085747A" w:rsidRPr="00FE25D7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K_U01</w:t>
            </w:r>
          </w:p>
        </w:tc>
      </w:tr>
      <w:tr w:rsidR="00F609B6" w:rsidRPr="009C54AE" w14:paraId="4609D3F4" w14:textId="77777777" w:rsidTr="005E6E85">
        <w:tc>
          <w:tcPr>
            <w:tcW w:w="1701" w:type="dxa"/>
          </w:tcPr>
          <w:p w14:paraId="4A5340C9" w14:textId="77777777" w:rsidR="00F609B6" w:rsidRPr="00F609B6" w:rsidRDefault="00F609B6" w:rsidP="009C54AE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F609B6">
              <w:rPr>
                <w:rFonts w:ascii="DejaVuSans" w:hAnsi="DejaVuSans" w:cs="DejaVuSans"/>
                <w:b w:val="0"/>
                <w:szCs w:val="24"/>
              </w:rPr>
              <w:t>EK_0</w:t>
            </w:r>
            <w:r w:rsidR="00E8600E">
              <w:rPr>
                <w:rFonts w:ascii="DejaVuSans" w:hAnsi="DejaVuSans" w:cs="DejaVuSans"/>
                <w:b w:val="0"/>
                <w:szCs w:val="24"/>
              </w:rPr>
              <w:t>4</w:t>
            </w:r>
          </w:p>
        </w:tc>
        <w:tc>
          <w:tcPr>
            <w:tcW w:w="6096" w:type="dxa"/>
          </w:tcPr>
          <w:p w14:paraId="76E92BAB" w14:textId="22DACDCC" w:rsidR="00E8600E" w:rsidRPr="00FE25D7" w:rsidRDefault="00E8600E" w:rsidP="00E8600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FE25D7">
              <w:rPr>
                <w:rFonts w:ascii="Corbel" w:hAnsi="Corbel" w:cs="Times New Roman"/>
              </w:rPr>
              <w:t>Dokon</w:t>
            </w:r>
            <w:r w:rsidR="00B65C17" w:rsidRPr="00FE25D7">
              <w:rPr>
                <w:rFonts w:ascii="Corbel" w:hAnsi="Corbel" w:cs="Times New Roman"/>
              </w:rPr>
              <w:t>a</w:t>
            </w:r>
            <w:r w:rsidRPr="00FE25D7">
              <w:rPr>
                <w:rFonts w:ascii="Corbel" w:hAnsi="Corbel" w:cs="Times New Roman"/>
              </w:rPr>
              <w:t xml:space="preserve"> oceny znaczenia wiedzy socjologicznej w rozwoju środowisk społecznych i </w:t>
            </w:r>
            <w:r w:rsidR="0019442C">
              <w:rPr>
                <w:rFonts w:ascii="Corbel" w:hAnsi="Corbel" w:cs="Times New Roman"/>
              </w:rPr>
              <w:t>za</w:t>
            </w:r>
            <w:r w:rsidRPr="00FE25D7">
              <w:rPr>
                <w:rFonts w:ascii="Corbel" w:hAnsi="Corbel" w:cs="Times New Roman"/>
              </w:rPr>
              <w:t>projektuje działania na rzecz środowiska</w:t>
            </w:r>
          </w:p>
          <w:p w14:paraId="6A3D385A" w14:textId="77777777" w:rsidR="00F609B6" w:rsidRPr="00FE25D7" w:rsidRDefault="00F609B6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</w:p>
        </w:tc>
        <w:tc>
          <w:tcPr>
            <w:tcW w:w="1873" w:type="dxa"/>
          </w:tcPr>
          <w:p w14:paraId="49A7D100" w14:textId="77777777" w:rsidR="00F609B6" w:rsidRPr="00FE25D7" w:rsidRDefault="00D617AC" w:rsidP="009C54AE">
            <w:pPr>
              <w:pStyle w:val="Punktygwne"/>
              <w:spacing w:before="0" w:after="0"/>
              <w:rPr>
                <w:rFonts w:ascii="Corbel" w:hAnsi="Corbel" w:cs="DejaVuSans"/>
                <w:b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K_</w:t>
            </w:r>
            <w:r w:rsidR="00224726" w:rsidRPr="00FE25D7">
              <w:rPr>
                <w:rFonts w:ascii="Corbel" w:hAnsi="Corbel" w:cs="LiberationSerif"/>
                <w:b w:val="0"/>
                <w:sz w:val="22"/>
              </w:rPr>
              <w:t>K</w:t>
            </w:r>
            <w:r w:rsidRPr="00FE25D7">
              <w:rPr>
                <w:rFonts w:ascii="Corbel" w:hAnsi="Corbel" w:cs="LiberationSerif"/>
                <w:b w:val="0"/>
                <w:sz w:val="22"/>
              </w:rPr>
              <w:t>0</w:t>
            </w:r>
            <w:r w:rsidR="00224726" w:rsidRPr="00FE25D7">
              <w:rPr>
                <w:rFonts w:ascii="Corbel" w:hAnsi="Corbel" w:cs="LiberationSerif"/>
                <w:b w:val="0"/>
                <w:sz w:val="22"/>
              </w:rPr>
              <w:t>2</w:t>
            </w:r>
          </w:p>
        </w:tc>
      </w:tr>
    </w:tbl>
    <w:p w14:paraId="021501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D9C9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015E94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3A375C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7A97AB4" w14:textId="77777777" w:rsidTr="00923D7D">
        <w:tc>
          <w:tcPr>
            <w:tcW w:w="9639" w:type="dxa"/>
          </w:tcPr>
          <w:p w14:paraId="20EB22F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1C9226B" w14:textId="77777777" w:rsidTr="00923D7D">
        <w:tc>
          <w:tcPr>
            <w:tcW w:w="9639" w:type="dxa"/>
          </w:tcPr>
          <w:p w14:paraId="3BD539D6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Wprowadzenie do problemów socjologii</w:t>
            </w:r>
          </w:p>
          <w:p w14:paraId="7E1896B0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przedmiot badań socjologii;</w:t>
            </w:r>
          </w:p>
          <w:p w14:paraId="1059D6E0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lastRenderedPageBreak/>
              <w:t>- podział socjologii;</w:t>
            </w:r>
          </w:p>
          <w:p w14:paraId="61950971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funkcje i miejsce socjologii w naukach społecznych;</w:t>
            </w:r>
          </w:p>
          <w:p w14:paraId="2D982B7D" w14:textId="77777777" w:rsidR="0085747A" w:rsidRPr="00C93F77" w:rsidRDefault="00D11695" w:rsidP="00D116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LiberationSerif" w:hAnsi="LiberationSerif" w:cs="LiberationSerif"/>
              </w:rPr>
              <w:t>tradycje socjologii.</w:t>
            </w:r>
          </w:p>
        </w:tc>
      </w:tr>
      <w:tr w:rsidR="0085747A" w:rsidRPr="009C54AE" w14:paraId="7B6E2085" w14:textId="77777777" w:rsidTr="00923D7D">
        <w:tc>
          <w:tcPr>
            <w:tcW w:w="9639" w:type="dxa"/>
          </w:tcPr>
          <w:p w14:paraId="5C3A2BB3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lastRenderedPageBreak/>
              <w:t>Człowiek jako istota społeczna</w:t>
            </w:r>
          </w:p>
          <w:p w14:paraId="3EAB6125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więzi społecznej;</w:t>
            </w:r>
          </w:p>
          <w:p w14:paraId="4FBAB097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grupy i zbiorowości;</w:t>
            </w:r>
          </w:p>
          <w:p w14:paraId="48157D20" w14:textId="77777777" w:rsidR="0085747A" w:rsidRPr="009C54AE" w:rsidRDefault="00D11695" w:rsidP="00D116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LiberationSerif" w:hAnsi="LiberationSerif" w:cs="LiberationSerif"/>
              </w:rPr>
              <w:t>- zagadnienie kontroli społecznej.</w:t>
            </w:r>
          </w:p>
        </w:tc>
      </w:tr>
      <w:tr w:rsidR="0085747A" w:rsidRPr="009C54AE" w14:paraId="3EDCB23E" w14:textId="77777777" w:rsidTr="00923D7D">
        <w:tc>
          <w:tcPr>
            <w:tcW w:w="9639" w:type="dxa"/>
          </w:tcPr>
          <w:p w14:paraId="4AE27DBC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Osobowość w aspekcie socjologicznym</w:t>
            </w:r>
          </w:p>
          <w:p w14:paraId="6DFE7308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osobowości;</w:t>
            </w:r>
          </w:p>
          <w:p w14:paraId="558FDCA9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elementy składowe osobowości;</w:t>
            </w:r>
          </w:p>
          <w:p w14:paraId="0B1128D2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rola procesów socjalizacyjnych w rozwoju osobowości;</w:t>
            </w:r>
          </w:p>
          <w:p w14:paraId="2C57C992" w14:textId="77777777" w:rsidR="0085747A" w:rsidRPr="00C93F77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typy osobowości.</w:t>
            </w:r>
          </w:p>
        </w:tc>
      </w:tr>
      <w:tr w:rsidR="00D11695" w:rsidRPr="009C54AE" w14:paraId="52A0096F" w14:textId="77777777" w:rsidTr="00923D7D">
        <w:tc>
          <w:tcPr>
            <w:tcW w:w="9639" w:type="dxa"/>
          </w:tcPr>
          <w:p w14:paraId="33AEC3F3" w14:textId="77777777" w:rsidR="00D11695" w:rsidRPr="00C93F77" w:rsidRDefault="00D11695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</w:p>
        </w:tc>
      </w:tr>
      <w:tr w:rsidR="00D11695" w:rsidRPr="009C54AE" w14:paraId="3D9D69DC" w14:textId="77777777" w:rsidTr="00923D7D">
        <w:tc>
          <w:tcPr>
            <w:tcW w:w="9639" w:type="dxa"/>
          </w:tcPr>
          <w:p w14:paraId="6096BE17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Dewiacje jako zjawisko społeczne</w:t>
            </w:r>
          </w:p>
          <w:p w14:paraId="12075F3C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dewiacji (patologii) społecznej;</w:t>
            </w:r>
          </w:p>
          <w:p w14:paraId="3FDD4355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rodzaje i typy zachowań patologicznych;</w:t>
            </w:r>
          </w:p>
          <w:p w14:paraId="266CF91C" w14:textId="77777777" w:rsidR="00D11695" w:rsidRPr="00C93F77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charakterystyka głównych patologii występujących w Polsce.</w:t>
            </w:r>
          </w:p>
        </w:tc>
      </w:tr>
      <w:tr w:rsidR="00D11695" w:rsidRPr="009C54AE" w14:paraId="2285D6B2" w14:textId="77777777" w:rsidTr="00923D7D">
        <w:tc>
          <w:tcPr>
            <w:tcW w:w="9639" w:type="dxa"/>
          </w:tcPr>
          <w:p w14:paraId="5AF2E9B9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Naród i procesy narodowotwórcze</w:t>
            </w:r>
          </w:p>
          <w:p w14:paraId="33FD3F04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narodu;</w:t>
            </w:r>
          </w:p>
          <w:p w14:paraId="15674A02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procesy wpływające na kształtowanie się narodów;</w:t>
            </w:r>
          </w:p>
          <w:p w14:paraId="368EE221" w14:textId="77777777" w:rsidR="00D11695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czynniki narodowotwórcze.</w:t>
            </w:r>
          </w:p>
        </w:tc>
      </w:tr>
      <w:tr w:rsidR="00D11695" w:rsidRPr="009C54AE" w14:paraId="0E671AC0" w14:textId="77777777" w:rsidTr="00923D7D">
        <w:tc>
          <w:tcPr>
            <w:tcW w:w="9639" w:type="dxa"/>
          </w:tcPr>
          <w:p w14:paraId="038A21D1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Państwo a społeczeństwo</w:t>
            </w:r>
          </w:p>
          <w:p w14:paraId="653FF669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państwa i społeczeństwa;</w:t>
            </w:r>
          </w:p>
          <w:p w14:paraId="61DD0FC8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pochodzenie instytucji państwa;</w:t>
            </w:r>
          </w:p>
          <w:p w14:paraId="78B34C3C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funkcje i ewolucja państwa;</w:t>
            </w:r>
          </w:p>
          <w:p w14:paraId="11809F2C" w14:textId="77777777" w:rsidR="00D11695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typy i formy państwa.</w:t>
            </w:r>
          </w:p>
        </w:tc>
      </w:tr>
      <w:tr w:rsidR="00D11695" w:rsidRPr="009C54AE" w14:paraId="343C6B1A" w14:textId="77777777" w:rsidTr="00923D7D">
        <w:tc>
          <w:tcPr>
            <w:tcW w:w="9639" w:type="dxa"/>
          </w:tcPr>
          <w:p w14:paraId="247A0155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Kultura i jej rola w życiu społecznym</w:t>
            </w:r>
          </w:p>
          <w:p w14:paraId="7791DB97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kultury;</w:t>
            </w:r>
          </w:p>
          <w:p w14:paraId="31A21529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typy kultur;</w:t>
            </w:r>
          </w:p>
          <w:p w14:paraId="32128F8D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zagadnienie kultury masowej;</w:t>
            </w:r>
          </w:p>
          <w:p w14:paraId="0D19DCE8" w14:textId="77777777" w:rsidR="00D11695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problematyka perspektyw i rozwoju kultury.</w:t>
            </w:r>
          </w:p>
        </w:tc>
      </w:tr>
      <w:tr w:rsidR="009D757D" w:rsidRPr="009C54AE" w14:paraId="6081F553" w14:textId="77777777" w:rsidTr="00923D7D">
        <w:tc>
          <w:tcPr>
            <w:tcW w:w="9639" w:type="dxa"/>
          </w:tcPr>
          <w:p w14:paraId="0CE58E7A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Mechanizmy rozwoju społecznego</w:t>
            </w:r>
          </w:p>
          <w:p w14:paraId="5D97A37A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teoria rozwoju społecznego według Karola Marksa;</w:t>
            </w:r>
          </w:p>
          <w:p w14:paraId="1D677243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Pitirim Sorokin i jego koncepcja zmian społecznych;</w:t>
            </w:r>
          </w:p>
          <w:p w14:paraId="2497403F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teoria wyzwań-odpowiedzi Arnolda J. Toynbeego;</w:t>
            </w:r>
          </w:p>
          <w:p w14:paraId="59886470" w14:textId="77777777" w:rsidR="009D757D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strukturalno-funkcjonalna teoria rozwoju.</w:t>
            </w:r>
          </w:p>
        </w:tc>
      </w:tr>
      <w:tr w:rsidR="009D757D" w:rsidRPr="009C54AE" w14:paraId="655C8F5F" w14:textId="77777777" w:rsidTr="00923D7D">
        <w:tc>
          <w:tcPr>
            <w:tcW w:w="9639" w:type="dxa"/>
          </w:tcPr>
          <w:p w14:paraId="74AD6CC8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Uwarstwienie społeczne</w:t>
            </w:r>
          </w:p>
          <w:p w14:paraId="3C33299F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teoria uwarstwienia społecznego;</w:t>
            </w:r>
          </w:p>
          <w:p w14:paraId="11D08112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przemiany struktury klasowej i warstwowej w społeczeństwach współczesnych;</w:t>
            </w:r>
          </w:p>
          <w:p w14:paraId="06F44DE2" w14:textId="77777777" w:rsidR="009D757D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badania nad uwarstwieniem społecznym w społeczeństwie polskim.</w:t>
            </w:r>
          </w:p>
        </w:tc>
      </w:tr>
      <w:tr w:rsidR="009D757D" w:rsidRPr="009C54AE" w14:paraId="07F5AA09" w14:textId="77777777" w:rsidTr="00923D7D">
        <w:tc>
          <w:tcPr>
            <w:tcW w:w="9639" w:type="dxa"/>
          </w:tcPr>
          <w:p w14:paraId="2AF5192A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Społeczności lokalne</w:t>
            </w:r>
          </w:p>
          <w:p w14:paraId="17D31815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społeczności lokalnych;</w:t>
            </w:r>
          </w:p>
          <w:p w14:paraId="184F9D78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istota i funkcje społeczności lokalnych;</w:t>
            </w:r>
          </w:p>
          <w:p w14:paraId="4158D524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społeczności lokalne jako przedmiot badań socjologicznych.</w:t>
            </w:r>
          </w:p>
        </w:tc>
      </w:tr>
      <w:tr w:rsidR="009D757D" w:rsidRPr="009C54AE" w14:paraId="341034E2" w14:textId="77777777" w:rsidTr="00923D7D">
        <w:tc>
          <w:tcPr>
            <w:tcW w:w="9639" w:type="dxa"/>
          </w:tcPr>
          <w:p w14:paraId="7688DA95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Religia i Kościół w społeczeństwie</w:t>
            </w:r>
          </w:p>
          <w:p w14:paraId="7B36729F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pochodzenie religii;</w:t>
            </w:r>
          </w:p>
          <w:p w14:paraId="72D83E90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typy religii;</w:t>
            </w:r>
          </w:p>
          <w:p w14:paraId="6CE4FD71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parametry religijności;</w:t>
            </w:r>
          </w:p>
          <w:p w14:paraId="27DBBDE1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religia na gruncie polskiego społeczeństwa</w:t>
            </w:r>
          </w:p>
        </w:tc>
      </w:tr>
      <w:tr w:rsidR="009D757D" w:rsidRPr="009C54AE" w14:paraId="4908452A" w14:textId="77777777" w:rsidTr="00923D7D">
        <w:tc>
          <w:tcPr>
            <w:tcW w:w="9639" w:type="dxa"/>
          </w:tcPr>
          <w:p w14:paraId="6CC99B44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Proces industrializacji w państwie</w:t>
            </w:r>
          </w:p>
          <w:p w14:paraId="0D565F64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pojęcie, rodzaje i formy industrializacji;</w:t>
            </w:r>
          </w:p>
          <w:p w14:paraId="45963128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istota i geneza uprzemysłowienia;</w:t>
            </w:r>
          </w:p>
          <w:p w14:paraId="2DE89D5B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efekty industrializacji;</w:t>
            </w:r>
          </w:p>
          <w:p w14:paraId="4FE96D05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lastRenderedPageBreak/>
              <w:t>- proces industrializacji w Polsce</w:t>
            </w:r>
          </w:p>
        </w:tc>
      </w:tr>
      <w:tr w:rsidR="009D757D" w:rsidRPr="009C54AE" w14:paraId="7000C893" w14:textId="77777777" w:rsidTr="00923D7D">
        <w:tc>
          <w:tcPr>
            <w:tcW w:w="9639" w:type="dxa"/>
          </w:tcPr>
          <w:p w14:paraId="5D5228C2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lastRenderedPageBreak/>
              <w:t>Proces urbanizacji w państwie</w:t>
            </w:r>
          </w:p>
          <w:p w14:paraId="33F285C6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i rodzaje urbanizacji;</w:t>
            </w:r>
          </w:p>
          <w:p w14:paraId="7A02DAF6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efekty urbanizacji</w:t>
            </w:r>
          </w:p>
          <w:p w14:paraId="5A970DFF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proces w Polsce i na świecie – kontekst porównawczy</w:t>
            </w:r>
          </w:p>
        </w:tc>
      </w:tr>
      <w:tr w:rsidR="009D757D" w:rsidRPr="009C54AE" w14:paraId="2EC5907B" w14:textId="77777777" w:rsidTr="00923D7D">
        <w:tc>
          <w:tcPr>
            <w:tcW w:w="9639" w:type="dxa"/>
          </w:tcPr>
          <w:p w14:paraId="691BA08B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Globalizacja i jej skutki dla rozwoju współczesnych społeczeństw</w:t>
            </w:r>
          </w:p>
          <w:p w14:paraId="63EAD91F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i etapy globalizacji</w:t>
            </w:r>
          </w:p>
          <w:p w14:paraId="4398784B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globalizacja w Polsce</w:t>
            </w:r>
          </w:p>
          <w:p w14:paraId="4B4B9CA7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globalizacja na świecie</w:t>
            </w:r>
          </w:p>
        </w:tc>
      </w:tr>
    </w:tbl>
    <w:p w14:paraId="6C44820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3DC5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C1250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BB6A9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832F2E" w14:textId="77777777" w:rsidR="006F6499" w:rsidRPr="00153C41" w:rsidRDefault="00923D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sz w:val="20"/>
          <w:szCs w:val="20"/>
        </w:rPr>
        <w:t xml:space="preserve"> </w:t>
      </w:r>
      <w:r w:rsidR="001A6F61">
        <w:rPr>
          <w:rFonts w:ascii="Corbel" w:hAnsi="Corbel"/>
          <w:sz w:val="20"/>
          <w:szCs w:val="20"/>
        </w:rPr>
        <w:t>Wykład problemowy</w:t>
      </w:r>
    </w:p>
    <w:p w14:paraId="58B5C9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014DB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0FEB4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C1F5A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FA195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BAA89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1E6B586" w14:textId="77777777" w:rsidTr="007C3991">
        <w:trPr>
          <w:trHeight w:val="744"/>
        </w:trPr>
        <w:tc>
          <w:tcPr>
            <w:tcW w:w="1985" w:type="dxa"/>
            <w:vAlign w:val="center"/>
          </w:tcPr>
          <w:p w14:paraId="586BBE7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8779A5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5F69397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CEBB6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F9816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7126A219" w14:textId="77777777" w:rsidTr="00C05F44">
        <w:tc>
          <w:tcPr>
            <w:tcW w:w="1985" w:type="dxa"/>
          </w:tcPr>
          <w:p w14:paraId="5ACE8C60" w14:textId="77777777" w:rsidR="0085747A" w:rsidRPr="00FE25D7" w:rsidRDefault="00FE25D7" w:rsidP="00FE25D7">
            <w:pPr>
              <w:pStyle w:val="Bezodstpw"/>
              <w:rPr>
                <w:b/>
              </w:rPr>
            </w:pPr>
            <w:r>
              <w:t>E</w:t>
            </w:r>
            <w:r w:rsidR="0085747A" w:rsidRPr="00FE25D7">
              <w:t xml:space="preserve">k_ 01 </w:t>
            </w:r>
          </w:p>
        </w:tc>
        <w:tc>
          <w:tcPr>
            <w:tcW w:w="5528" w:type="dxa"/>
          </w:tcPr>
          <w:p w14:paraId="40EC2FA4" w14:textId="77777777" w:rsidR="0085747A" w:rsidRPr="00FE25D7" w:rsidRDefault="009D757D" w:rsidP="00FE25D7">
            <w:pPr>
              <w:pStyle w:val="Bezodstpw"/>
              <w:rPr>
                <w:b/>
                <w:strike/>
              </w:rPr>
            </w:pPr>
            <w:r w:rsidRPr="00FE25D7">
              <w:t>EGZAMIN PISEMNY</w:t>
            </w:r>
          </w:p>
        </w:tc>
        <w:tc>
          <w:tcPr>
            <w:tcW w:w="2126" w:type="dxa"/>
          </w:tcPr>
          <w:p w14:paraId="3FEC8E94" w14:textId="77777777" w:rsidR="0085747A" w:rsidRPr="00FE25D7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W</w:t>
            </w:r>
          </w:p>
        </w:tc>
      </w:tr>
      <w:tr w:rsidR="0085747A" w:rsidRPr="009C54AE" w14:paraId="7D668507" w14:textId="77777777" w:rsidTr="00C05F44">
        <w:tc>
          <w:tcPr>
            <w:tcW w:w="1985" w:type="dxa"/>
          </w:tcPr>
          <w:p w14:paraId="72258D38" w14:textId="77777777" w:rsidR="0085747A" w:rsidRPr="00FE25D7" w:rsidRDefault="0085747A" w:rsidP="00FE25D7">
            <w:pPr>
              <w:pStyle w:val="Bezodstpw"/>
              <w:rPr>
                <w:b/>
              </w:rPr>
            </w:pPr>
            <w:r w:rsidRPr="00FE25D7">
              <w:t>Ek_ 02</w:t>
            </w:r>
          </w:p>
        </w:tc>
        <w:tc>
          <w:tcPr>
            <w:tcW w:w="5528" w:type="dxa"/>
          </w:tcPr>
          <w:p w14:paraId="25A78C2A" w14:textId="77777777" w:rsidR="0085747A" w:rsidRPr="00FE25D7" w:rsidRDefault="009D757D" w:rsidP="00FE25D7">
            <w:pPr>
              <w:pStyle w:val="Bezodstpw"/>
              <w:rPr>
                <w:b/>
              </w:rPr>
            </w:pPr>
            <w:r w:rsidRPr="00FE25D7">
              <w:t>EGZAMIN PISEMNY</w:t>
            </w:r>
          </w:p>
        </w:tc>
        <w:tc>
          <w:tcPr>
            <w:tcW w:w="2126" w:type="dxa"/>
          </w:tcPr>
          <w:p w14:paraId="27B8F39D" w14:textId="77777777" w:rsidR="0085747A" w:rsidRPr="00FE25D7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W</w:t>
            </w:r>
          </w:p>
        </w:tc>
      </w:tr>
      <w:tr w:rsidR="001A6F61" w:rsidRPr="009C54AE" w14:paraId="1ECDB3E2" w14:textId="77777777" w:rsidTr="00C05F44">
        <w:tc>
          <w:tcPr>
            <w:tcW w:w="1985" w:type="dxa"/>
          </w:tcPr>
          <w:p w14:paraId="610A6A2F" w14:textId="77777777" w:rsidR="001A6F61" w:rsidRPr="00FE25D7" w:rsidRDefault="00FE25D7" w:rsidP="00FE25D7">
            <w:pPr>
              <w:pStyle w:val="Bezodstpw"/>
              <w:rPr>
                <w:b/>
              </w:rPr>
            </w:pPr>
            <w:r>
              <w:rPr>
                <w:rFonts w:cs="DejaVuSans"/>
              </w:rPr>
              <w:t>E</w:t>
            </w:r>
            <w:r w:rsidR="001A6F61" w:rsidRPr="00FE25D7">
              <w:rPr>
                <w:rFonts w:cs="DejaVuSans"/>
              </w:rPr>
              <w:t>k_03</w:t>
            </w:r>
          </w:p>
        </w:tc>
        <w:tc>
          <w:tcPr>
            <w:tcW w:w="5528" w:type="dxa"/>
          </w:tcPr>
          <w:p w14:paraId="679864AA" w14:textId="77777777" w:rsidR="001A6F61" w:rsidRPr="00FE25D7" w:rsidRDefault="009D757D" w:rsidP="00FE25D7">
            <w:pPr>
              <w:pStyle w:val="Bezodstpw"/>
              <w:rPr>
                <w:b/>
              </w:rPr>
            </w:pPr>
            <w:r w:rsidRPr="00FE25D7">
              <w:t>EGZAMIN PISEMNY</w:t>
            </w:r>
          </w:p>
        </w:tc>
        <w:tc>
          <w:tcPr>
            <w:tcW w:w="2126" w:type="dxa"/>
          </w:tcPr>
          <w:p w14:paraId="5C5AB48F" w14:textId="77777777" w:rsidR="001A6F61" w:rsidRPr="00FE25D7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W</w:t>
            </w:r>
          </w:p>
        </w:tc>
      </w:tr>
      <w:tr w:rsidR="001A6F61" w:rsidRPr="009C54AE" w14:paraId="2076B078" w14:textId="77777777" w:rsidTr="00C05F44">
        <w:tc>
          <w:tcPr>
            <w:tcW w:w="1985" w:type="dxa"/>
          </w:tcPr>
          <w:p w14:paraId="547AA816" w14:textId="77777777" w:rsidR="001A6F61" w:rsidRPr="00FE25D7" w:rsidRDefault="001A6F61" w:rsidP="00FE25D7">
            <w:pPr>
              <w:pStyle w:val="Bezodstpw"/>
              <w:rPr>
                <w:b/>
              </w:rPr>
            </w:pPr>
            <w:r w:rsidRPr="00FE25D7">
              <w:t>EK_04</w:t>
            </w:r>
          </w:p>
        </w:tc>
        <w:tc>
          <w:tcPr>
            <w:tcW w:w="5528" w:type="dxa"/>
          </w:tcPr>
          <w:p w14:paraId="008F3CAC" w14:textId="77777777" w:rsidR="001A6F61" w:rsidRPr="00FE25D7" w:rsidRDefault="009D757D" w:rsidP="00FE25D7">
            <w:pPr>
              <w:pStyle w:val="Bezodstpw"/>
              <w:rPr>
                <w:b/>
              </w:rPr>
            </w:pPr>
            <w:r w:rsidRPr="00FE25D7">
              <w:t>EGZAMIN PISEMNY</w:t>
            </w:r>
          </w:p>
        </w:tc>
        <w:tc>
          <w:tcPr>
            <w:tcW w:w="2126" w:type="dxa"/>
          </w:tcPr>
          <w:p w14:paraId="12173C73" w14:textId="77777777" w:rsidR="001A6F61" w:rsidRPr="00FE25D7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W</w:t>
            </w:r>
          </w:p>
        </w:tc>
      </w:tr>
    </w:tbl>
    <w:p w14:paraId="045C9C6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E93B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1A80CE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91D5E6F" w14:textId="77777777" w:rsidTr="00923D7D">
        <w:tc>
          <w:tcPr>
            <w:tcW w:w="9670" w:type="dxa"/>
          </w:tcPr>
          <w:p w14:paraId="070347CB" w14:textId="77777777" w:rsidR="00923D7D" w:rsidRPr="00E364A5" w:rsidRDefault="00C570A1" w:rsidP="001A6F6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DejaVuSans" w:hAnsi="DejaVuSans" w:cs="DejaVuSans"/>
              </w:rPr>
              <w:t>A</w:t>
            </w:r>
            <w:r w:rsidR="007C3991">
              <w:rPr>
                <w:rFonts w:ascii="DejaVuSans" w:hAnsi="DejaVuSans" w:cs="DejaVuSans"/>
              </w:rPr>
              <w:t>ktywne uczestnictwo</w:t>
            </w:r>
            <w:r w:rsidR="001A6F61">
              <w:rPr>
                <w:rFonts w:ascii="DejaVuSans" w:hAnsi="DejaVuSans" w:cs="DejaVuSans"/>
              </w:rPr>
              <w:t xml:space="preserve"> w zajęciach</w:t>
            </w:r>
            <w:r w:rsidR="007C3991">
              <w:rPr>
                <w:rFonts w:ascii="DejaVuSans" w:hAnsi="DejaVuSans" w:cs="DejaVuSans"/>
              </w:rPr>
              <w:t>, pozytywna ocena z</w:t>
            </w:r>
            <w:r w:rsidR="00320BD6">
              <w:rPr>
                <w:rFonts w:ascii="DejaVuSans" w:hAnsi="DejaVuSans" w:cs="DejaVuSans"/>
              </w:rPr>
              <w:t xml:space="preserve"> egzaminu</w:t>
            </w:r>
            <w:r w:rsidR="001C69EE">
              <w:rPr>
                <w:rFonts w:ascii="DejaVuSans" w:hAnsi="DejaVuSans" w:cs="DejaVuSans"/>
              </w:rPr>
              <w:t xml:space="preserve"> pisemnego</w:t>
            </w:r>
            <w:r>
              <w:rPr>
                <w:rFonts w:ascii="DejaVuSans" w:hAnsi="DejaVuSans" w:cs="DejaVuSans"/>
              </w:rPr>
              <w:t xml:space="preserve"> (min. 60% </w:t>
            </w:r>
            <w:r w:rsidR="00CE50BB">
              <w:rPr>
                <w:rFonts w:ascii="DejaVuSans" w:hAnsi="DejaVuSans" w:cs="DejaVuSans"/>
              </w:rPr>
              <w:t>poprawnych odpowiedzi)</w:t>
            </w:r>
          </w:p>
          <w:p w14:paraId="23E5FC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6BCB3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43B8C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154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8B3D316" w14:textId="77777777" w:rsidTr="003E1941">
        <w:tc>
          <w:tcPr>
            <w:tcW w:w="4962" w:type="dxa"/>
            <w:vAlign w:val="center"/>
          </w:tcPr>
          <w:p w14:paraId="77A035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8379DF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6A757BB" w14:textId="77777777" w:rsidTr="00923D7D">
        <w:tc>
          <w:tcPr>
            <w:tcW w:w="4962" w:type="dxa"/>
          </w:tcPr>
          <w:p w14:paraId="55B5E256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DB8D3EF" w14:textId="3F94946C" w:rsidR="0085747A" w:rsidRPr="009C54AE" w:rsidRDefault="0019442C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233EF44" w14:textId="77777777" w:rsidTr="00923D7D">
        <w:tc>
          <w:tcPr>
            <w:tcW w:w="4962" w:type="dxa"/>
          </w:tcPr>
          <w:p w14:paraId="0CDD8DF5" w14:textId="07317C20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F6457">
              <w:rPr>
                <w:rFonts w:ascii="Corbel" w:hAnsi="Corbel"/>
                <w:sz w:val="24"/>
                <w:szCs w:val="24"/>
              </w:rPr>
              <w:t>:</w:t>
            </w:r>
          </w:p>
          <w:p w14:paraId="2A9BAE92" w14:textId="6690C444" w:rsidR="00C61DC5" w:rsidRPr="009C54AE" w:rsidRDefault="009F64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</w:t>
            </w:r>
            <w:r w:rsidR="00E364A5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77" w:type="dxa"/>
          </w:tcPr>
          <w:p w14:paraId="495A8EDB" w14:textId="77777777" w:rsidR="00C61DC5" w:rsidRDefault="00C61DC5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184E437" w14:textId="28D942A6" w:rsidR="000D2B8C" w:rsidRPr="009C54AE" w:rsidRDefault="000D2B8C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64C0061D" w14:textId="77777777" w:rsidTr="00923D7D">
        <w:tc>
          <w:tcPr>
            <w:tcW w:w="4962" w:type="dxa"/>
          </w:tcPr>
          <w:p w14:paraId="2F1161AB" w14:textId="2E2BB530" w:rsidR="009F6457" w:rsidRDefault="00C61DC5" w:rsidP="00C1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327B">
              <w:rPr>
                <w:rFonts w:ascii="Corbel" w:hAnsi="Corbel"/>
                <w:sz w:val="24"/>
                <w:szCs w:val="24"/>
              </w:rPr>
              <w:t>:</w:t>
            </w:r>
          </w:p>
          <w:p w14:paraId="4AECAA48" w14:textId="77777777" w:rsidR="009F6457" w:rsidRDefault="009F6457" w:rsidP="00C1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</w:t>
            </w:r>
            <w:r w:rsidR="001C69EE">
              <w:rPr>
                <w:rFonts w:ascii="Corbel" w:hAnsi="Corbel"/>
                <w:sz w:val="24"/>
                <w:szCs w:val="24"/>
              </w:rPr>
              <w:t xml:space="preserve"> egzaminu pisemnego</w:t>
            </w:r>
          </w:p>
          <w:p w14:paraId="1207C5BB" w14:textId="13B2BC40" w:rsidR="00C61DC5" w:rsidRPr="009C54AE" w:rsidRDefault="00EA311D" w:rsidP="00C1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F6457">
              <w:rPr>
                <w:rFonts w:ascii="Corbel" w:hAnsi="Corbel"/>
                <w:sz w:val="24"/>
                <w:szCs w:val="24"/>
              </w:rPr>
              <w:t>-</w:t>
            </w:r>
            <w:r>
              <w:rPr>
                <w:rFonts w:ascii="Corbel" w:hAnsi="Corbel"/>
                <w:sz w:val="24"/>
                <w:szCs w:val="24"/>
              </w:rPr>
              <w:t>studiowani</w:t>
            </w:r>
            <w:r w:rsidR="009F6457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 literatury</w:t>
            </w:r>
          </w:p>
        </w:tc>
        <w:tc>
          <w:tcPr>
            <w:tcW w:w="4677" w:type="dxa"/>
          </w:tcPr>
          <w:p w14:paraId="72A9424D" w14:textId="509D024D" w:rsidR="00C61DC5" w:rsidRDefault="00C61DC5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26E2335" w14:textId="77777777" w:rsidR="009F6457" w:rsidRDefault="009F6457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9A5C01E" w14:textId="62C31E07" w:rsidR="009F6457" w:rsidRDefault="002C7577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578D3DF2" w14:textId="7597A78F" w:rsidR="009F6457" w:rsidRDefault="002C7577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4F395007" w14:textId="791666EE" w:rsidR="009F6457" w:rsidRPr="009C54AE" w:rsidRDefault="009F6457" w:rsidP="002C75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5C96619" w14:textId="77777777" w:rsidTr="00923D7D">
        <w:tc>
          <w:tcPr>
            <w:tcW w:w="4962" w:type="dxa"/>
          </w:tcPr>
          <w:p w14:paraId="35B7841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5436DB" w14:textId="77777777" w:rsidR="0085747A" w:rsidRPr="009C54AE" w:rsidRDefault="00EA311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AB15841" w14:textId="77777777" w:rsidTr="00923D7D">
        <w:tc>
          <w:tcPr>
            <w:tcW w:w="4962" w:type="dxa"/>
          </w:tcPr>
          <w:p w14:paraId="3A5E8E3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81E815" w14:textId="77777777" w:rsidR="0085747A" w:rsidRPr="009C54AE" w:rsidRDefault="00EA311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0937B4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EDE99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278E5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8D625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F86CAE9" w14:textId="77777777" w:rsidTr="0071620A">
        <w:trPr>
          <w:trHeight w:val="397"/>
        </w:trPr>
        <w:tc>
          <w:tcPr>
            <w:tcW w:w="3544" w:type="dxa"/>
          </w:tcPr>
          <w:p w14:paraId="5901C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4B7856F" w14:textId="77777777" w:rsidR="0085747A" w:rsidRPr="009C54AE" w:rsidRDefault="00FE25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2C4A769" w14:textId="77777777" w:rsidTr="0071620A">
        <w:trPr>
          <w:trHeight w:val="397"/>
        </w:trPr>
        <w:tc>
          <w:tcPr>
            <w:tcW w:w="3544" w:type="dxa"/>
          </w:tcPr>
          <w:p w14:paraId="712359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393C21" w14:textId="77777777" w:rsidR="0085747A" w:rsidRPr="009C54AE" w:rsidRDefault="00FE25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D5756D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AC2F7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AA566C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490B114" w14:textId="77777777" w:rsidTr="0071620A">
        <w:trPr>
          <w:trHeight w:val="397"/>
        </w:trPr>
        <w:tc>
          <w:tcPr>
            <w:tcW w:w="7513" w:type="dxa"/>
          </w:tcPr>
          <w:p w14:paraId="7665DBCD" w14:textId="005D4A12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>LITERATURA PODSTAWOWA:</w:t>
            </w:r>
          </w:p>
          <w:p w14:paraId="197B948F" w14:textId="7C0B97D8" w:rsidR="0075001A" w:rsidRPr="00010F58" w:rsidRDefault="00146A68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>
              <w:rPr>
                <w:rFonts w:ascii="Corbel" w:hAnsi="Corbel" w:cs="LiberationSerif"/>
              </w:rPr>
              <w:t>Monografie:</w:t>
            </w:r>
          </w:p>
          <w:p w14:paraId="09085D15" w14:textId="3262F86A" w:rsidR="0075001A" w:rsidRPr="00010F58" w:rsidRDefault="0075001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SZTOMPKA P., </w:t>
            </w:r>
            <w:r w:rsidRPr="00010F58">
              <w:rPr>
                <w:rFonts w:ascii="Corbel" w:hAnsi="Corbel" w:cs="LiberationSerif"/>
                <w:i/>
              </w:rPr>
              <w:t xml:space="preserve">Socjologia. Wykłady o społeczeństwie, </w:t>
            </w:r>
            <w:r w:rsidRPr="00010F58">
              <w:rPr>
                <w:rFonts w:ascii="Corbel" w:hAnsi="Corbel" w:cs="LiberationSerif"/>
              </w:rPr>
              <w:t>Znak, Kraków 2021</w:t>
            </w:r>
          </w:p>
          <w:p w14:paraId="19E0C956" w14:textId="5093CD8F" w:rsidR="0075001A" w:rsidRPr="00010F58" w:rsidRDefault="0075001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i/>
              </w:rPr>
            </w:pPr>
            <w:r w:rsidRPr="00010F58">
              <w:rPr>
                <w:rFonts w:ascii="Corbel" w:hAnsi="Corbel" w:cs="LiberationSerif"/>
              </w:rPr>
              <w:t xml:space="preserve">MANDES S., </w:t>
            </w:r>
            <w:r w:rsidRPr="00010F58">
              <w:rPr>
                <w:rFonts w:ascii="Corbel" w:hAnsi="Corbel" w:cs="LiberationSerif"/>
                <w:i/>
              </w:rPr>
              <w:t xml:space="preserve">Świat przeżywany w socjologii, </w:t>
            </w:r>
            <w:r w:rsidRPr="00010F58">
              <w:rPr>
                <w:rFonts w:ascii="Corbel" w:hAnsi="Corbel" w:cs="LiberationSerif"/>
              </w:rPr>
              <w:t>WUW – Warszawa 2012</w:t>
            </w:r>
            <w:r w:rsidRPr="00010F58">
              <w:rPr>
                <w:rFonts w:ascii="Corbel" w:hAnsi="Corbel" w:cs="LiberationSerif"/>
                <w:i/>
              </w:rPr>
              <w:t xml:space="preserve"> </w:t>
            </w:r>
          </w:p>
          <w:p w14:paraId="3CAE480D" w14:textId="04B683F5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GIDDENS A., SUTTON P. W., </w:t>
            </w:r>
            <w:r w:rsidRPr="00010F58">
              <w:rPr>
                <w:rFonts w:ascii="Corbel" w:hAnsi="Corbel" w:cs="LiberationSerif-Italic"/>
                <w:i/>
                <w:iCs/>
              </w:rPr>
              <w:t>S</w:t>
            </w:r>
            <w:r w:rsidR="00C00C44">
              <w:rPr>
                <w:rFonts w:ascii="Corbel" w:hAnsi="Corbel" w:cs="LiberationSerif-Italic"/>
                <w:i/>
                <w:iCs/>
              </w:rPr>
              <w:t>ocjologia</w:t>
            </w:r>
            <w:r w:rsidRPr="00010F58">
              <w:rPr>
                <w:rFonts w:ascii="Corbel" w:hAnsi="Corbel" w:cs="LiberationSerif"/>
              </w:rPr>
              <w:t>, PWN – W</w:t>
            </w:r>
            <w:r w:rsidR="00C00C44">
              <w:rPr>
                <w:rFonts w:ascii="Corbel" w:hAnsi="Corbel" w:cs="LiberationSerif"/>
              </w:rPr>
              <w:t>arszawa</w:t>
            </w:r>
            <w:r w:rsidRPr="00010F58">
              <w:rPr>
                <w:rFonts w:ascii="Corbel" w:hAnsi="Corbel" w:cs="LiberationSerif"/>
              </w:rPr>
              <w:t xml:space="preserve"> 2012</w:t>
            </w:r>
          </w:p>
          <w:p w14:paraId="050EE8E0" w14:textId="36C072E1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</w:rPr>
            </w:pPr>
            <w:r w:rsidRPr="00010F58">
              <w:rPr>
                <w:rFonts w:ascii="Corbel" w:hAnsi="Corbel" w:cs="LiberationSerif"/>
              </w:rPr>
              <w:t xml:space="preserve">SZTOMPKA P., </w:t>
            </w:r>
            <w:r w:rsidR="00C00C44">
              <w:rPr>
                <w:rFonts w:ascii="Corbel" w:hAnsi="Corbel" w:cs="LiberationSerif"/>
              </w:rPr>
              <w:t>Socjologia</w:t>
            </w:r>
            <w:r w:rsidRPr="00010F58">
              <w:rPr>
                <w:rFonts w:ascii="Corbel" w:hAnsi="Corbel" w:cs="LiberationSerif-Italic"/>
                <w:i/>
                <w:iCs/>
              </w:rPr>
              <w:t xml:space="preserve"> – </w:t>
            </w:r>
            <w:r w:rsidR="00C00C44">
              <w:rPr>
                <w:rFonts w:ascii="Corbel" w:hAnsi="Corbel" w:cs="LiberationSerif-Italic"/>
                <w:i/>
                <w:iCs/>
              </w:rPr>
              <w:t>analiza społeczeństwa</w:t>
            </w:r>
            <w:r w:rsidRPr="00010F58">
              <w:rPr>
                <w:rFonts w:ascii="Corbel" w:hAnsi="Corbel" w:cs="LiberationSerif-Italic"/>
                <w:i/>
                <w:iCs/>
              </w:rPr>
              <w:t>, K</w:t>
            </w:r>
            <w:r w:rsidR="00C00C44">
              <w:rPr>
                <w:rFonts w:ascii="Corbel" w:hAnsi="Corbel" w:cs="LiberationSerif-Italic"/>
                <w:i/>
                <w:iCs/>
              </w:rPr>
              <w:t>raków</w:t>
            </w:r>
            <w:r w:rsidRPr="00010F58">
              <w:rPr>
                <w:rFonts w:ascii="Corbel" w:hAnsi="Corbel" w:cs="LiberationSerif-Italic"/>
                <w:i/>
                <w:iCs/>
              </w:rPr>
              <w:t xml:space="preserve"> 2012</w:t>
            </w:r>
          </w:p>
          <w:p w14:paraId="28089E29" w14:textId="77777777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STEVE B., </w:t>
            </w:r>
            <w:r w:rsidRPr="00010F58">
              <w:rPr>
                <w:rFonts w:ascii="Corbel" w:hAnsi="Corbel" w:cs="LiberationSerif-Italic"/>
                <w:i/>
                <w:iCs/>
              </w:rPr>
              <w:t xml:space="preserve">SOCJOLOGIA, </w:t>
            </w:r>
            <w:r w:rsidRPr="00010F58">
              <w:rPr>
                <w:rFonts w:ascii="Corbel" w:hAnsi="Corbel" w:cs="LiberationSerif"/>
              </w:rPr>
              <w:t>GWP – GDAŃSK 2012</w:t>
            </w:r>
          </w:p>
          <w:p w14:paraId="6EB7A2C7" w14:textId="238BB2D9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SZCZURKIEWICZ T., </w:t>
            </w:r>
            <w:r w:rsidRPr="00010F58">
              <w:rPr>
                <w:rFonts w:ascii="Corbel" w:hAnsi="Corbel" w:cs="LiberationSerif-Italic"/>
                <w:i/>
                <w:iCs/>
              </w:rPr>
              <w:t>S</w:t>
            </w:r>
            <w:r w:rsidR="00C00C44">
              <w:rPr>
                <w:rFonts w:ascii="Corbel" w:hAnsi="Corbel" w:cs="LiberationSerif-Italic"/>
                <w:i/>
                <w:iCs/>
              </w:rPr>
              <w:t xml:space="preserve">ocjologia naukowa a socjologia popularna, </w:t>
            </w:r>
            <w:r w:rsidRPr="00010F58">
              <w:rPr>
                <w:rFonts w:ascii="Corbel" w:hAnsi="Corbel" w:cs="LiberationSerif-Italic"/>
                <w:i/>
                <w:iCs/>
              </w:rPr>
              <w:t xml:space="preserve"> </w:t>
            </w:r>
            <w:r w:rsidR="00C00C44">
              <w:rPr>
                <w:rFonts w:ascii="Corbel" w:hAnsi="Corbel" w:cs="LiberationSerif-Italic"/>
                <w:i/>
                <w:iCs/>
              </w:rPr>
              <w:t xml:space="preserve">Poznań </w:t>
            </w:r>
            <w:r w:rsidRPr="00010F58">
              <w:rPr>
                <w:rFonts w:ascii="Corbel" w:hAnsi="Corbel" w:cs="LiberationSerif"/>
              </w:rPr>
              <w:t>2008</w:t>
            </w:r>
          </w:p>
          <w:p w14:paraId="15ECAAB3" w14:textId="53760CA1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KOSIŃSKI J., </w:t>
            </w:r>
            <w:r w:rsidRPr="00010F58">
              <w:rPr>
                <w:rFonts w:ascii="Corbel" w:hAnsi="Corbel" w:cs="LiberationSerif-Italic"/>
                <w:i/>
                <w:iCs/>
              </w:rPr>
              <w:t>Z</w:t>
            </w:r>
            <w:r w:rsidR="00FD73EE">
              <w:rPr>
                <w:rFonts w:ascii="Corbel" w:hAnsi="Corbel" w:cs="LiberationSerif-Italic"/>
                <w:i/>
                <w:iCs/>
              </w:rPr>
              <w:t>arys socjologii</w:t>
            </w:r>
            <w:r w:rsidRPr="00010F58">
              <w:rPr>
                <w:rFonts w:ascii="Corbel" w:hAnsi="Corbel" w:cs="LiberationSerif"/>
              </w:rPr>
              <w:t>, L</w:t>
            </w:r>
            <w:r w:rsidR="00FD73EE">
              <w:rPr>
                <w:rFonts w:ascii="Corbel" w:hAnsi="Corbel" w:cs="LiberationSerif"/>
              </w:rPr>
              <w:t>ublin</w:t>
            </w:r>
            <w:r w:rsidRPr="00010F58">
              <w:rPr>
                <w:rFonts w:ascii="Corbel" w:hAnsi="Corbel" w:cs="LiberationSerif"/>
              </w:rPr>
              <w:t xml:space="preserve"> 1984</w:t>
            </w:r>
          </w:p>
          <w:p w14:paraId="335D58FD" w14:textId="2D91221C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ARONSON E., </w:t>
            </w:r>
            <w:r w:rsidRPr="00010F58">
              <w:rPr>
                <w:rFonts w:ascii="Corbel" w:hAnsi="Corbel" w:cs="LiberationSerif-Italic"/>
                <w:i/>
                <w:iCs/>
              </w:rPr>
              <w:t>C</w:t>
            </w:r>
            <w:r w:rsidR="00FD73EE">
              <w:rPr>
                <w:rFonts w:ascii="Corbel" w:hAnsi="Corbel" w:cs="LiberationSerif-Italic"/>
                <w:i/>
                <w:iCs/>
              </w:rPr>
              <w:t>złowiek- istota społeczna</w:t>
            </w:r>
            <w:r w:rsidRPr="00010F58">
              <w:rPr>
                <w:rFonts w:ascii="Corbel" w:hAnsi="Corbel" w:cs="LiberationSerif"/>
              </w:rPr>
              <w:t>, W</w:t>
            </w:r>
            <w:r w:rsidR="00FD73EE">
              <w:rPr>
                <w:rFonts w:ascii="Corbel" w:hAnsi="Corbel" w:cs="LiberationSerif"/>
              </w:rPr>
              <w:t>arszawa</w:t>
            </w:r>
            <w:r w:rsidRPr="00010F58">
              <w:rPr>
                <w:rFonts w:ascii="Corbel" w:hAnsi="Corbel" w:cs="LiberationSerif"/>
              </w:rPr>
              <w:t xml:space="preserve"> 1995</w:t>
            </w:r>
          </w:p>
          <w:p w14:paraId="6A5BB71A" w14:textId="6EDB5FA6" w:rsidR="004D46CA" w:rsidRPr="00FD73EE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</w:rPr>
            </w:pPr>
            <w:r w:rsidRPr="00010F58">
              <w:rPr>
                <w:rFonts w:ascii="Corbel" w:hAnsi="Corbel" w:cs="LiberationSerif"/>
              </w:rPr>
              <w:t xml:space="preserve">DYONIZIAK R., </w:t>
            </w:r>
            <w:r w:rsidRPr="00010F58">
              <w:rPr>
                <w:rFonts w:ascii="Corbel" w:hAnsi="Corbel" w:cs="LiberationSerif-Italic"/>
                <w:i/>
                <w:iCs/>
              </w:rPr>
              <w:t>S</w:t>
            </w:r>
            <w:r w:rsidR="00FD73EE">
              <w:rPr>
                <w:rFonts w:ascii="Corbel" w:hAnsi="Corbel" w:cs="LiberationSerif-Italic"/>
                <w:i/>
                <w:iCs/>
              </w:rPr>
              <w:t xml:space="preserve">połeczeństwo w procesie zmian. Zarys socjologii ogólnej, Kraków </w:t>
            </w:r>
            <w:r w:rsidRPr="00010F58">
              <w:rPr>
                <w:rFonts w:ascii="Corbel" w:hAnsi="Corbel" w:cs="LiberationSerif"/>
              </w:rPr>
              <w:t xml:space="preserve"> 1992</w:t>
            </w:r>
          </w:p>
          <w:p w14:paraId="32817C32" w14:textId="5C0A270D" w:rsidR="004D46CA" w:rsidRPr="00FD73EE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</w:rPr>
            </w:pPr>
            <w:r w:rsidRPr="00010F58">
              <w:rPr>
                <w:rFonts w:ascii="Corbel" w:hAnsi="Corbel" w:cs="LiberationSerif"/>
              </w:rPr>
              <w:t>KRAWCZYK Z., MORAWSKI W.,(</w:t>
            </w:r>
            <w:r w:rsidR="00FD73EE">
              <w:rPr>
                <w:rFonts w:ascii="Corbel" w:hAnsi="Corbel" w:cs="LiberationSerif"/>
              </w:rPr>
              <w:t>red</w:t>
            </w:r>
            <w:r w:rsidRPr="00010F58">
              <w:rPr>
                <w:rFonts w:ascii="Corbel" w:hAnsi="Corbel" w:cs="LiberationSerif"/>
              </w:rPr>
              <w:t xml:space="preserve">.), </w:t>
            </w:r>
            <w:r w:rsidR="00FD73EE">
              <w:rPr>
                <w:rFonts w:ascii="Corbel" w:hAnsi="Corbel" w:cs="LiberationSerif"/>
              </w:rPr>
              <w:t xml:space="preserve">Socjologia- problemy podstawowe Warszawa </w:t>
            </w:r>
            <w:r w:rsidRPr="00010F58">
              <w:rPr>
                <w:rFonts w:ascii="Corbel" w:hAnsi="Corbel" w:cs="LiberationSerif"/>
              </w:rPr>
              <w:t xml:space="preserve"> 1991</w:t>
            </w:r>
          </w:p>
          <w:p w14:paraId="2C864FD9" w14:textId="015A9368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SZCZEPAŃSKI J., </w:t>
            </w:r>
            <w:r w:rsidR="00FD73EE">
              <w:rPr>
                <w:rFonts w:ascii="Corbel" w:hAnsi="Corbel" w:cs="LiberationSerif"/>
              </w:rPr>
              <w:t>Elementarne pojęcia socjologii, Warszawa</w:t>
            </w:r>
            <w:r w:rsidRPr="00010F58">
              <w:rPr>
                <w:rFonts w:ascii="Corbel" w:hAnsi="Corbel" w:cs="LiberationSerif"/>
              </w:rPr>
              <w:t xml:space="preserve"> 1977</w:t>
            </w:r>
          </w:p>
          <w:p w14:paraId="37B20ED3" w14:textId="793DCDF2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JANUSZEK H., SIKORA J., </w:t>
            </w:r>
            <w:r w:rsidRPr="00010F58">
              <w:rPr>
                <w:rFonts w:ascii="Corbel" w:hAnsi="Corbel" w:cs="LiberationSerif-Italic"/>
                <w:i/>
                <w:iCs/>
              </w:rPr>
              <w:t>P</w:t>
            </w:r>
            <w:r w:rsidR="00FD73EE">
              <w:rPr>
                <w:rFonts w:ascii="Corbel" w:hAnsi="Corbel" w:cs="LiberationSerif-Italic"/>
                <w:i/>
                <w:iCs/>
              </w:rPr>
              <w:t xml:space="preserve">odstawy socjologii, Poznań </w:t>
            </w:r>
            <w:r w:rsidRPr="00010F58">
              <w:rPr>
                <w:rFonts w:ascii="Corbel" w:hAnsi="Corbel" w:cs="LiberationSerif"/>
              </w:rPr>
              <w:t>1997</w:t>
            </w:r>
          </w:p>
          <w:p w14:paraId="16E0B159" w14:textId="4A851C95" w:rsidR="0085747A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TURNER J., H., </w:t>
            </w:r>
            <w:r w:rsidR="00FD73EE">
              <w:rPr>
                <w:rFonts w:ascii="Corbel" w:hAnsi="Corbel" w:cs="LiberationSerif"/>
              </w:rPr>
              <w:t>Socjologia- koncepcje</w:t>
            </w:r>
            <w:r w:rsidR="00146A68">
              <w:rPr>
                <w:rFonts w:ascii="Corbel" w:hAnsi="Corbel" w:cs="LiberationSerif"/>
              </w:rPr>
              <w:t xml:space="preserve"> i ich zastosowanie, Poznań </w:t>
            </w:r>
            <w:r w:rsidRPr="00010F58">
              <w:rPr>
                <w:rFonts w:ascii="Corbel" w:hAnsi="Corbel" w:cs="LiberationSerif"/>
              </w:rPr>
              <w:t xml:space="preserve"> 1998</w:t>
            </w:r>
          </w:p>
          <w:p w14:paraId="6FA65578" w14:textId="77777777" w:rsidR="00146A68" w:rsidRDefault="00146A68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</w:p>
          <w:p w14:paraId="195B3625" w14:textId="147C37E1" w:rsidR="00707239" w:rsidRDefault="00707239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>
              <w:rPr>
                <w:rFonts w:ascii="Corbel" w:hAnsi="Corbel" w:cs="LiberationSerif"/>
              </w:rPr>
              <w:t>A</w:t>
            </w:r>
            <w:r w:rsidR="00146A68">
              <w:rPr>
                <w:rFonts w:ascii="Corbel" w:hAnsi="Corbel" w:cs="LiberationSerif"/>
              </w:rPr>
              <w:t>rtykuły</w:t>
            </w:r>
            <w:r>
              <w:rPr>
                <w:rFonts w:ascii="Corbel" w:hAnsi="Corbel" w:cs="LiberationSerif"/>
              </w:rPr>
              <w:t>:</w:t>
            </w:r>
          </w:p>
          <w:p w14:paraId="551DE5AB" w14:textId="77777777" w:rsidR="00010F58" w:rsidRPr="00010F58" w:rsidRDefault="00010F58" w:rsidP="00010F5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10F58">
              <w:rPr>
                <w:rFonts w:ascii="Corbel" w:hAnsi="Corbel"/>
                <w:color w:val="000000"/>
              </w:rPr>
              <w:t xml:space="preserve">SOMMER H., </w:t>
            </w:r>
            <w:r w:rsidRPr="00010F58">
              <w:rPr>
                <w:rFonts w:ascii="Corbel" w:hAnsi="Corbel"/>
                <w:i/>
                <w:color w:val="000000"/>
              </w:rPr>
              <w:t xml:space="preserve">Współczesne zagrożenia szkolne. Zjawisko pornografii wśród uczniów klas ponadgimnazjalnych </w:t>
            </w:r>
            <w:r w:rsidRPr="00010F58">
              <w:rPr>
                <w:rFonts w:ascii="Corbel" w:hAnsi="Corbel"/>
                <w:color w:val="000000"/>
              </w:rPr>
              <w:t>w: Edukacja a poczucie bezpieczeństwa, (red.) P. Necas, F. Kozaczuk, A. Olak, A. Krauz, Rzeszów 2012, s. 191-216.</w:t>
            </w:r>
          </w:p>
          <w:p w14:paraId="7700A56A" w14:textId="77777777" w:rsidR="00010F58" w:rsidRPr="00010F58" w:rsidRDefault="00010F58" w:rsidP="00010F5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10F58">
              <w:rPr>
                <w:rFonts w:ascii="Corbel" w:hAnsi="Corbel"/>
                <w:color w:val="000000"/>
              </w:rPr>
              <w:t xml:space="preserve">SOMMER H., </w:t>
            </w:r>
            <w:r w:rsidRPr="00010F58">
              <w:rPr>
                <w:rFonts w:ascii="Corbel" w:hAnsi="Corbel"/>
                <w:i/>
                <w:color w:val="000000"/>
              </w:rPr>
              <w:t xml:space="preserve">Wybrane aspekty subkultur młodzieżowych w Polsce – analiza problemu, </w:t>
            </w:r>
            <w:r w:rsidRPr="00010F58">
              <w:rPr>
                <w:rFonts w:ascii="Corbel" w:hAnsi="Corbel"/>
                <w:color w:val="000000"/>
              </w:rPr>
              <w:t xml:space="preserve">w: Szkoła wobec wyzwań XXI – w poszukiwaniu humanistycznego (antropologicznego) wymiaru myśli pedagogicznej, (red.) K. Szmyd, </w:t>
            </w:r>
            <w:r w:rsidRPr="00010F58">
              <w:rPr>
                <w:rFonts w:ascii="Corbel" w:hAnsi="Corbel"/>
                <w:color w:val="000000"/>
              </w:rPr>
              <w:br/>
              <w:t>E, Dolata, A. Śniegulska, UR – Rzeszów, 2012, s. 170-189.</w:t>
            </w:r>
          </w:p>
          <w:p w14:paraId="6ED6BA9B" w14:textId="77777777" w:rsidR="00010F58" w:rsidRPr="00010F58" w:rsidRDefault="00010F58" w:rsidP="00010F5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10F58">
              <w:rPr>
                <w:rFonts w:ascii="Corbel" w:hAnsi="Corbel"/>
              </w:rPr>
              <w:t xml:space="preserve">SOMMER H., </w:t>
            </w:r>
            <w:r w:rsidRPr="00010F58">
              <w:rPr>
                <w:rFonts w:ascii="Corbel" w:hAnsi="Corbel"/>
                <w:i/>
              </w:rPr>
              <w:t xml:space="preserve">Wpływ globalizacji na procesy wychowania (kilka uwag o zjawisku) </w:t>
            </w:r>
            <w:r w:rsidRPr="00010F58">
              <w:rPr>
                <w:rFonts w:ascii="Corbel" w:hAnsi="Corbel"/>
              </w:rPr>
              <w:t>w: Kultura – przemiany – edukacja, (red.) K. Szmyd, A. Garbarz, Z. Frączek, B. Skoczyńska-Prokopowicz, UR – Rzeszów 2013, s. 107-117</w:t>
            </w:r>
          </w:p>
          <w:p w14:paraId="3EC1CA1D" w14:textId="77777777" w:rsidR="00010F58" w:rsidRPr="00010F58" w:rsidRDefault="00010F58" w:rsidP="00010F5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10F58">
              <w:rPr>
                <w:rFonts w:ascii="Corbel" w:hAnsi="Corbel"/>
              </w:rPr>
              <w:t xml:space="preserve">SOMMER H., </w:t>
            </w:r>
            <w:r w:rsidRPr="00010F58">
              <w:rPr>
                <w:rFonts w:ascii="Corbel" w:hAnsi="Corbel"/>
                <w:i/>
              </w:rPr>
              <w:t xml:space="preserve">Zjawisko stadionowej agresji młodocianych w kontekście wielkich imprez sportowych w: </w:t>
            </w:r>
            <w:r w:rsidRPr="00010F58">
              <w:rPr>
                <w:rFonts w:ascii="Corbel" w:hAnsi="Corbel"/>
              </w:rPr>
              <w:t>Dyskurs pedagogiczny, Agresja i przemoc. współczesne konteksty i wyzwania, (red.) K. Barłóg, E. Tłuczek-Tadla, PWSTE – Jarosław 2013, s. 135-157, tom 6.</w:t>
            </w:r>
          </w:p>
          <w:p w14:paraId="44EF8A12" w14:textId="2EF8B912" w:rsidR="00010F58" w:rsidRPr="00010F58" w:rsidRDefault="00010F58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</w:rPr>
            </w:pPr>
          </w:p>
        </w:tc>
      </w:tr>
      <w:tr w:rsidR="0085747A" w:rsidRPr="009C54AE" w14:paraId="5BF39826" w14:textId="77777777" w:rsidTr="0071620A">
        <w:trPr>
          <w:trHeight w:val="397"/>
        </w:trPr>
        <w:tc>
          <w:tcPr>
            <w:tcW w:w="7513" w:type="dxa"/>
          </w:tcPr>
          <w:p w14:paraId="2DE60C41" w14:textId="77777777" w:rsidR="004D46CA" w:rsidRPr="00010F5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010F58">
              <w:rPr>
                <w:rFonts w:ascii="Corbel" w:hAnsi="Corbel" w:cs="DejaVuSans"/>
                <w:sz w:val="24"/>
                <w:szCs w:val="24"/>
              </w:rPr>
              <w:t>L</w:t>
            </w:r>
            <w:r w:rsidRPr="00010F58">
              <w:rPr>
                <w:rFonts w:ascii="Corbel" w:hAnsi="Corbel" w:cs="DejaVuSans"/>
                <w:sz w:val="19"/>
                <w:szCs w:val="19"/>
              </w:rPr>
              <w:t>ITERATURA UZUPEŁNIAJĄCA</w:t>
            </w:r>
            <w:r w:rsidRPr="00010F58">
              <w:rPr>
                <w:rFonts w:ascii="Corbel" w:hAnsi="Corbel" w:cs="DejaVuSans"/>
                <w:sz w:val="24"/>
                <w:szCs w:val="24"/>
              </w:rPr>
              <w:t>:</w:t>
            </w:r>
          </w:p>
          <w:p w14:paraId="6D70F818" w14:textId="77777777" w:rsidR="004D46CA" w:rsidRPr="00010F5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CHEŁPA S., WITKOWSKI T., </w:t>
            </w:r>
            <w:r w:rsidRPr="00010F58">
              <w:rPr>
                <w:rFonts w:ascii="Corbel" w:hAnsi="Corbel" w:cs="LiberationSerif-Italic"/>
                <w:i/>
                <w:iCs/>
              </w:rPr>
              <w:t>Psychologia konfliktów</w:t>
            </w:r>
            <w:r w:rsidRPr="00010F58">
              <w:rPr>
                <w:rFonts w:ascii="Corbel" w:hAnsi="Corbel" w:cs="LiberationSerif"/>
              </w:rPr>
              <w:t>, Warszawa 1995</w:t>
            </w:r>
          </w:p>
          <w:p w14:paraId="21EAB2CC" w14:textId="77777777" w:rsidR="004D46CA" w:rsidRPr="00010F5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POLAKOWSKA-KUJAWA J., </w:t>
            </w:r>
            <w:r w:rsidRPr="00010F58">
              <w:rPr>
                <w:rFonts w:ascii="Corbel" w:hAnsi="Corbel" w:cs="LiberationSerif-Italic"/>
                <w:i/>
                <w:iCs/>
              </w:rPr>
              <w:t>Socjologia ogólna</w:t>
            </w:r>
            <w:r w:rsidRPr="00010F58">
              <w:rPr>
                <w:rFonts w:ascii="Corbel" w:hAnsi="Corbel" w:cs="LiberationSerif"/>
              </w:rPr>
              <w:t>, Warszawa 1997</w:t>
            </w:r>
          </w:p>
          <w:p w14:paraId="43D9FC2C" w14:textId="77777777" w:rsidR="004D46CA" w:rsidRPr="00010F5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TUROWSKI J., </w:t>
            </w:r>
            <w:r w:rsidRPr="00010F58">
              <w:rPr>
                <w:rFonts w:ascii="Corbel" w:hAnsi="Corbel" w:cs="LiberationSerif-Italic"/>
                <w:i/>
                <w:iCs/>
              </w:rPr>
              <w:t>Socjologia. Małe struktury społeczne</w:t>
            </w:r>
            <w:r w:rsidRPr="00010F58">
              <w:rPr>
                <w:rFonts w:ascii="Corbel" w:hAnsi="Corbel" w:cs="LiberationSerif"/>
              </w:rPr>
              <w:t>, KUL – Lublin 1993</w:t>
            </w:r>
          </w:p>
          <w:p w14:paraId="1CAC0971" w14:textId="77777777" w:rsidR="004D46CA" w:rsidRPr="00010F5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MIKA S., </w:t>
            </w:r>
            <w:r w:rsidRPr="00010F58">
              <w:rPr>
                <w:rFonts w:ascii="Corbel" w:hAnsi="Corbel" w:cs="LiberationSerif-Italic"/>
                <w:i/>
                <w:iCs/>
              </w:rPr>
              <w:t>Psychologia społeczna</w:t>
            </w:r>
            <w:r w:rsidRPr="00010F58">
              <w:rPr>
                <w:rFonts w:ascii="Corbel" w:hAnsi="Corbel" w:cs="LiberationSerif"/>
              </w:rPr>
              <w:t>, Warszawa 1984</w:t>
            </w:r>
          </w:p>
          <w:p w14:paraId="0EF2E548" w14:textId="77777777" w:rsidR="004D46CA" w:rsidRPr="00010F5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MALIKOWSKI M., MARCZUK S., (red.) – </w:t>
            </w:r>
            <w:r w:rsidRPr="00010F58">
              <w:rPr>
                <w:rFonts w:ascii="Corbel" w:hAnsi="Corbel" w:cs="LiberationSerif-Italic"/>
                <w:i/>
                <w:iCs/>
              </w:rPr>
              <w:t>Socjologia ogólna – wybór tekstów</w:t>
            </w:r>
            <w:r w:rsidRPr="00010F58">
              <w:rPr>
                <w:rFonts w:ascii="Corbel" w:hAnsi="Corbel" w:cs="LiberationSerif"/>
              </w:rPr>
              <w:t>,</w:t>
            </w:r>
          </w:p>
          <w:p w14:paraId="1752BB99" w14:textId="77777777" w:rsidR="0085747A" w:rsidRPr="00010F5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 w:rsidRPr="00010F58">
              <w:rPr>
                <w:rFonts w:ascii="Corbel" w:hAnsi="Corbel" w:cs="LiberationSerif"/>
              </w:rPr>
              <w:t>cz. I i II, WSSG – Tyczyn 1997</w:t>
            </w:r>
          </w:p>
        </w:tc>
      </w:tr>
    </w:tbl>
    <w:p w14:paraId="2B20D32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5167D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0999CB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E5DCFCB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F990CA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345A8B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25313" w14:textId="77777777" w:rsidR="004D46CA" w:rsidRDefault="004D46CA">
      <w:pPr>
        <w:spacing w:after="0" w:line="240" w:lineRule="auto"/>
        <w:rPr>
          <w:rFonts w:ascii="Corbel" w:eastAsia="Calibri" w:hAnsi="Corbel" w:cs="Times New Roman"/>
          <w:sz w:val="24"/>
          <w:szCs w:val="24"/>
          <w:lang w:eastAsia="en-US"/>
        </w:rPr>
      </w:pPr>
      <w:r>
        <w:rPr>
          <w:rFonts w:ascii="Corbel" w:hAnsi="Corbel"/>
          <w:b/>
          <w:smallCaps/>
          <w:szCs w:val="24"/>
        </w:rPr>
        <w:br w:type="page"/>
      </w:r>
    </w:p>
    <w:p w14:paraId="4DB9CBCE" w14:textId="77777777" w:rsidR="000C5D8E" w:rsidRDefault="004D46CA" w:rsidP="00C8160C">
      <w:pPr>
        <w:spacing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6BCC77BF" w14:textId="77777777" w:rsidR="007A570E" w:rsidRDefault="007A570E">
      <w:pPr>
        <w:spacing w:after="0" w:line="240" w:lineRule="auto"/>
        <w:rPr>
          <w:rFonts w:ascii="Times New Roman" w:hAnsi="Times New Roman"/>
          <w:b/>
          <w:bCs/>
        </w:rPr>
      </w:pPr>
    </w:p>
    <w:sectPr w:rsidR="007A570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02951" w14:textId="77777777" w:rsidR="001D1853" w:rsidRDefault="001D1853" w:rsidP="00C16ABF">
      <w:pPr>
        <w:spacing w:after="0" w:line="240" w:lineRule="auto"/>
      </w:pPr>
      <w:r>
        <w:separator/>
      </w:r>
    </w:p>
  </w:endnote>
  <w:endnote w:type="continuationSeparator" w:id="0">
    <w:p w14:paraId="6DC5EEBD" w14:textId="77777777" w:rsidR="001D1853" w:rsidRDefault="001D185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09D8F" w14:textId="77777777" w:rsidR="001D1853" w:rsidRDefault="001D1853" w:rsidP="00C16ABF">
      <w:pPr>
        <w:spacing w:after="0" w:line="240" w:lineRule="auto"/>
      </w:pPr>
      <w:r>
        <w:separator/>
      </w:r>
    </w:p>
  </w:footnote>
  <w:footnote w:type="continuationSeparator" w:id="0">
    <w:p w14:paraId="279D4C6A" w14:textId="77777777" w:rsidR="001D1853" w:rsidRDefault="001D1853" w:rsidP="00C16ABF">
      <w:pPr>
        <w:spacing w:after="0" w:line="240" w:lineRule="auto"/>
      </w:pPr>
      <w:r>
        <w:continuationSeparator/>
      </w:r>
    </w:p>
  </w:footnote>
  <w:footnote w:id="1">
    <w:p w14:paraId="6AC81980" w14:textId="77777777" w:rsidR="00224726" w:rsidRDefault="0022472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A0CE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7AF397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95160BD"/>
    <w:multiLevelType w:val="multilevel"/>
    <w:tmpl w:val="F522E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CA0450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4206DD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0B348D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5477E8C"/>
    <w:multiLevelType w:val="hybridMultilevel"/>
    <w:tmpl w:val="9E72ED56"/>
    <w:lvl w:ilvl="0" w:tplc="A64C4C12">
      <w:start w:val="1"/>
      <w:numFmt w:val="decimal"/>
      <w:pStyle w:val="Spistreci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8302051">
    <w:abstractNumId w:val="1"/>
  </w:num>
  <w:num w:numId="2" w16cid:durableId="1369141274">
    <w:abstractNumId w:val="6"/>
  </w:num>
  <w:num w:numId="3" w16cid:durableId="1173649317">
    <w:abstractNumId w:val="5"/>
  </w:num>
  <w:num w:numId="4" w16cid:durableId="1479374109">
    <w:abstractNumId w:val="4"/>
  </w:num>
  <w:num w:numId="5" w16cid:durableId="919020823">
    <w:abstractNumId w:val="0"/>
  </w:num>
  <w:num w:numId="6" w16cid:durableId="1339884977">
    <w:abstractNumId w:val="2"/>
  </w:num>
  <w:num w:numId="7" w16cid:durableId="666791517">
    <w:abstractNumId w:val="3"/>
  </w:num>
  <w:num w:numId="8" w16cid:durableId="10538982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F58"/>
    <w:rsid w:val="00015B8F"/>
    <w:rsid w:val="00022ECE"/>
    <w:rsid w:val="00033E1C"/>
    <w:rsid w:val="00042A51"/>
    <w:rsid w:val="00042D2E"/>
    <w:rsid w:val="00044C82"/>
    <w:rsid w:val="00070ED6"/>
    <w:rsid w:val="000742DC"/>
    <w:rsid w:val="00084C12"/>
    <w:rsid w:val="00086234"/>
    <w:rsid w:val="0009462C"/>
    <w:rsid w:val="00094B12"/>
    <w:rsid w:val="00096C46"/>
    <w:rsid w:val="000A296F"/>
    <w:rsid w:val="000A2A28"/>
    <w:rsid w:val="000B192D"/>
    <w:rsid w:val="000B28EE"/>
    <w:rsid w:val="000B3E37"/>
    <w:rsid w:val="000C5D8E"/>
    <w:rsid w:val="000D04B0"/>
    <w:rsid w:val="000D2B8C"/>
    <w:rsid w:val="000F1C57"/>
    <w:rsid w:val="000F5615"/>
    <w:rsid w:val="00124BFF"/>
    <w:rsid w:val="0012560E"/>
    <w:rsid w:val="00127108"/>
    <w:rsid w:val="00134B13"/>
    <w:rsid w:val="00146A68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DF9"/>
    <w:rsid w:val="00192F37"/>
    <w:rsid w:val="0019442C"/>
    <w:rsid w:val="001A6F61"/>
    <w:rsid w:val="001A70D2"/>
    <w:rsid w:val="001C69EE"/>
    <w:rsid w:val="001D1853"/>
    <w:rsid w:val="001D657B"/>
    <w:rsid w:val="001D7B54"/>
    <w:rsid w:val="001E0209"/>
    <w:rsid w:val="001F2CA2"/>
    <w:rsid w:val="00204F3C"/>
    <w:rsid w:val="002144C0"/>
    <w:rsid w:val="00224726"/>
    <w:rsid w:val="0022477D"/>
    <w:rsid w:val="002278A9"/>
    <w:rsid w:val="002336F9"/>
    <w:rsid w:val="0024028F"/>
    <w:rsid w:val="00244ABC"/>
    <w:rsid w:val="00254D0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577"/>
    <w:rsid w:val="002D3375"/>
    <w:rsid w:val="002D73D4"/>
    <w:rsid w:val="002F02A3"/>
    <w:rsid w:val="002F4ABE"/>
    <w:rsid w:val="003018BA"/>
    <w:rsid w:val="0030395F"/>
    <w:rsid w:val="00305C92"/>
    <w:rsid w:val="003151C5"/>
    <w:rsid w:val="00320BD6"/>
    <w:rsid w:val="003343CF"/>
    <w:rsid w:val="00346FE9"/>
    <w:rsid w:val="0034759A"/>
    <w:rsid w:val="003503F6"/>
    <w:rsid w:val="003530DD"/>
    <w:rsid w:val="003548B4"/>
    <w:rsid w:val="003609A4"/>
    <w:rsid w:val="00363F78"/>
    <w:rsid w:val="003A0A5B"/>
    <w:rsid w:val="003A1176"/>
    <w:rsid w:val="003A6F93"/>
    <w:rsid w:val="003C0BAE"/>
    <w:rsid w:val="003D18A9"/>
    <w:rsid w:val="003D2AE7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515"/>
    <w:rsid w:val="004362C6"/>
    <w:rsid w:val="004378BF"/>
    <w:rsid w:val="00437FA2"/>
    <w:rsid w:val="00445970"/>
    <w:rsid w:val="0045729E"/>
    <w:rsid w:val="00461EFC"/>
    <w:rsid w:val="004652C2"/>
    <w:rsid w:val="004706D1"/>
    <w:rsid w:val="00471326"/>
    <w:rsid w:val="00471E8A"/>
    <w:rsid w:val="0047598D"/>
    <w:rsid w:val="004840FD"/>
    <w:rsid w:val="00490F7D"/>
    <w:rsid w:val="00491678"/>
    <w:rsid w:val="004968E2"/>
    <w:rsid w:val="004A3EEA"/>
    <w:rsid w:val="004A4D1F"/>
    <w:rsid w:val="004D46CA"/>
    <w:rsid w:val="004D5282"/>
    <w:rsid w:val="004E2B03"/>
    <w:rsid w:val="004F1551"/>
    <w:rsid w:val="004F331E"/>
    <w:rsid w:val="004F55A3"/>
    <w:rsid w:val="0050496F"/>
    <w:rsid w:val="00513B6F"/>
    <w:rsid w:val="00517C63"/>
    <w:rsid w:val="00526C94"/>
    <w:rsid w:val="005363C4"/>
    <w:rsid w:val="00536BDE"/>
    <w:rsid w:val="00543ACC"/>
    <w:rsid w:val="00564EFB"/>
    <w:rsid w:val="0056696D"/>
    <w:rsid w:val="00573EF9"/>
    <w:rsid w:val="005770C2"/>
    <w:rsid w:val="0057759B"/>
    <w:rsid w:val="0059484D"/>
    <w:rsid w:val="005A0855"/>
    <w:rsid w:val="005A3196"/>
    <w:rsid w:val="005B332A"/>
    <w:rsid w:val="005C080F"/>
    <w:rsid w:val="005C55E5"/>
    <w:rsid w:val="005C696A"/>
    <w:rsid w:val="005D495F"/>
    <w:rsid w:val="005D7103"/>
    <w:rsid w:val="005E6E85"/>
    <w:rsid w:val="005F1DDE"/>
    <w:rsid w:val="005F31D2"/>
    <w:rsid w:val="0061029B"/>
    <w:rsid w:val="00617230"/>
    <w:rsid w:val="00621CE1"/>
    <w:rsid w:val="00627FC9"/>
    <w:rsid w:val="00634A9F"/>
    <w:rsid w:val="00647FA8"/>
    <w:rsid w:val="0065031C"/>
    <w:rsid w:val="00650C5F"/>
    <w:rsid w:val="00650FD2"/>
    <w:rsid w:val="00654934"/>
    <w:rsid w:val="0065709C"/>
    <w:rsid w:val="006620D9"/>
    <w:rsid w:val="00671958"/>
    <w:rsid w:val="00672299"/>
    <w:rsid w:val="00675843"/>
    <w:rsid w:val="00694FEE"/>
    <w:rsid w:val="00696477"/>
    <w:rsid w:val="006A1626"/>
    <w:rsid w:val="006A36E2"/>
    <w:rsid w:val="006B301F"/>
    <w:rsid w:val="006D050F"/>
    <w:rsid w:val="006D6139"/>
    <w:rsid w:val="006E5D65"/>
    <w:rsid w:val="006F1282"/>
    <w:rsid w:val="006F1FBC"/>
    <w:rsid w:val="006F31E2"/>
    <w:rsid w:val="006F6499"/>
    <w:rsid w:val="00706544"/>
    <w:rsid w:val="00707239"/>
    <w:rsid w:val="007072BA"/>
    <w:rsid w:val="0071620A"/>
    <w:rsid w:val="00724677"/>
    <w:rsid w:val="00725459"/>
    <w:rsid w:val="007327BD"/>
    <w:rsid w:val="00734608"/>
    <w:rsid w:val="00740310"/>
    <w:rsid w:val="00745302"/>
    <w:rsid w:val="007461D6"/>
    <w:rsid w:val="00746EC8"/>
    <w:rsid w:val="0075001A"/>
    <w:rsid w:val="00760776"/>
    <w:rsid w:val="00763BF1"/>
    <w:rsid w:val="00766FD4"/>
    <w:rsid w:val="0078168C"/>
    <w:rsid w:val="00787C2A"/>
    <w:rsid w:val="00790E27"/>
    <w:rsid w:val="007A4022"/>
    <w:rsid w:val="007A570E"/>
    <w:rsid w:val="007A6E6E"/>
    <w:rsid w:val="007C3299"/>
    <w:rsid w:val="007C3991"/>
    <w:rsid w:val="007C3BCC"/>
    <w:rsid w:val="007C4546"/>
    <w:rsid w:val="007D6E56"/>
    <w:rsid w:val="007F1652"/>
    <w:rsid w:val="007F4155"/>
    <w:rsid w:val="0081554D"/>
    <w:rsid w:val="0081707E"/>
    <w:rsid w:val="00822AF9"/>
    <w:rsid w:val="0082319C"/>
    <w:rsid w:val="008449B3"/>
    <w:rsid w:val="0085747A"/>
    <w:rsid w:val="00866498"/>
    <w:rsid w:val="00866F14"/>
    <w:rsid w:val="008704A4"/>
    <w:rsid w:val="00884922"/>
    <w:rsid w:val="00885F64"/>
    <w:rsid w:val="008917F9"/>
    <w:rsid w:val="00891B8E"/>
    <w:rsid w:val="0089327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2A7"/>
    <w:rsid w:val="008F12C9"/>
    <w:rsid w:val="008F6E29"/>
    <w:rsid w:val="00916188"/>
    <w:rsid w:val="00923D7D"/>
    <w:rsid w:val="009508DF"/>
    <w:rsid w:val="00950DAC"/>
    <w:rsid w:val="00954A07"/>
    <w:rsid w:val="00976236"/>
    <w:rsid w:val="00997F14"/>
    <w:rsid w:val="009A5782"/>
    <w:rsid w:val="009A78D9"/>
    <w:rsid w:val="009C1331"/>
    <w:rsid w:val="009C3E31"/>
    <w:rsid w:val="009C54AE"/>
    <w:rsid w:val="009C788E"/>
    <w:rsid w:val="009D757D"/>
    <w:rsid w:val="009E3B41"/>
    <w:rsid w:val="009F3C5C"/>
    <w:rsid w:val="009F4610"/>
    <w:rsid w:val="009F6457"/>
    <w:rsid w:val="00A00ECC"/>
    <w:rsid w:val="00A155EE"/>
    <w:rsid w:val="00A2245B"/>
    <w:rsid w:val="00A30110"/>
    <w:rsid w:val="00A3222B"/>
    <w:rsid w:val="00A36899"/>
    <w:rsid w:val="00A371F6"/>
    <w:rsid w:val="00A43BF6"/>
    <w:rsid w:val="00A53FA5"/>
    <w:rsid w:val="00A54817"/>
    <w:rsid w:val="00A601C8"/>
    <w:rsid w:val="00A60799"/>
    <w:rsid w:val="00A8462E"/>
    <w:rsid w:val="00A84C85"/>
    <w:rsid w:val="00A9141E"/>
    <w:rsid w:val="00A9473B"/>
    <w:rsid w:val="00A97DE1"/>
    <w:rsid w:val="00AB053C"/>
    <w:rsid w:val="00AB0BD6"/>
    <w:rsid w:val="00AB62C3"/>
    <w:rsid w:val="00AD1146"/>
    <w:rsid w:val="00AD27D3"/>
    <w:rsid w:val="00AD3465"/>
    <w:rsid w:val="00AD66D6"/>
    <w:rsid w:val="00AE1160"/>
    <w:rsid w:val="00AE203C"/>
    <w:rsid w:val="00AE2E74"/>
    <w:rsid w:val="00AE5FCB"/>
    <w:rsid w:val="00AF2C1E"/>
    <w:rsid w:val="00AF4532"/>
    <w:rsid w:val="00B02E32"/>
    <w:rsid w:val="00B06142"/>
    <w:rsid w:val="00B135B1"/>
    <w:rsid w:val="00B3075B"/>
    <w:rsid w:val="00B3130B"/>
    <w:rsid w:val="00B40ADB"/>
    <w:rsid w:val="00B43B77"/>
    <w:rsid w:val="00B43E80"/>
    <w:rsid w:val="00B607DB"/>
    <w:rsid w:val="00B65C17"/>
    <w:rsid w:val="00B66529"/>
    <w:rsid w:val="00B75946"/>
    <w:rsid w:val="00B8056E"/>
    <w:rsid w:val="00B819C8"/>
    <w:rsid w:val="00B82308"/>
    <w:rsid w:val="00B852F5"/>
    <w:rsid w:val="00B90885"/>
    <w:rsid w:val="00BB520A"/>
    <w:rsid w:val="00BC0BBB"/>
    <w:rsid w:val="00BD3869"/>
    <w:rsid w:val="00BD66E9"/>
    <w:rsid w:val="00BD6FF4"/>
    <w:rsid w:val="00BF0257"/>
    <w:rsid w:val="00BF2C41"/>
    <w:rsid w:val="00C00C44"/>
    <w:rsid w:val="00C058B4"/>
    <w:rsid w:val="00C05F44"/>
    <w:rsid w:val="00C12ECE"/>
    <w:rsid w:val="00C131B5"/>
    <w:rsid w:val="00C16ABF"/>
    <w:rsid w:val="00C170AE"/>
    <w:rsid w:val="00C26CB7"/>
    <w:rsid w:val="00C324C1"/>
    <w:rsid w:val="00C36992"/>
    <w:rsid w:val="00C56036"/>
    <w:rsid w:val="00C570A1"/>
    <w:rsid w:val="00C61DC5"/>
    <w:rsid w:val="00C67E92"/>
    <w:rsid w:val="00C70A26"/>
    <w:rsid w:val="00C766DF"/>
    <w:rsid w:val="00C8160C"/>
    <w:rsid w:val="00C8687F"/>
    <w:rsid w:val="00C93F77"/>
    <w:rsid w:val="00C94B98"/>
    <w:rsid w:val="00CA2B96"/>
    <w:rsid w:val="00CA5089"/>
    <w:rsid w:val="00CB42CB"/>
    <w:rsid w:val="00CC1F51"/>
    <w:rsid w:val="00CD00C5"/>
    <w:rsid w:val="00CD6897"/>
    <w:rsid w:val="00CE50BB"/>
    <w:rsid w:val="00CE5BAC"/>
    <w:rsid w:val="00CF25BE"/>
    <w:rsid w:val="00CF78ED"/>
    <w:rsid w:val="00D016C2"/>
    <w:rsid w:val="00D02B25"/>
    <w:rsid w:val="00D02EBA"/>
    <w:rsid w:val="00D11695"/>
    <w:rsid w:val="00D1643D"/>
    <w:rsid w:val="00D17C3C"/>
    <w:rsid w:val="00D26B2C"/>
    <w:rsid w:val="00D352C9"/>
    <w:rsid w:val="00D425B2"/>
    <w:rsid w:val="00D428D6"/>
    <w:rsid w:val="00D47B14"/>
    <w:rsid w:val="00D552B2"/>
    <w:rsid w:val="00D608D1"/>
    <w:rsid w:val="00D617AC"/>
    <w:rsid w:val="00D74119"/>
    <w:rsid w:val="00D74AFC"/>
    <w:rsid w:val="00D75C97"/>
    <w:rsid w:val="00D8075B"/>
    <w:rsid w:val="00D84CC7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4A5"/>
    <w:rsid w:val="00E51E44"/>
    <w:rsid w:val="00E63348"/>
    <w:rsid w:val="00E77E88"/>
    <w:rsid w:val="00E8107D"/>
    <w:rsid w:val="00E8600E"/>
    <w:rsid w:val="00E960BB"/>
    <w:rsid w:val="00EA2074"/>
    <w:rsid w:val="00EA311D"/>
    <w:rsid w:val="00EA4832"/>
    <w:rsid w:val="00EA4E9D"/>
    <w:rsid w:val="00EA52BB"/>
    <w:rsid w:val="00EC4899"/>
    <w:rsid w:val="00ED03AB"/>
    <w:rsid w:val="00ED32D2"/>
    <w:rsid w:val="00ED4B44"/>
    <w:rsid w:val="00EE32DE"/>
    <w:rsid w:val="00EE5457"/>
    <w:rsid w:val="00F070AB"/>
    <w:rsid w:val="00F17567"/>
    <w:rsid w:val="00F27A7B"/>
    <w:rsid w:val="00F51A06"/>
    <w:rsid w:val="00F526AF"/>
    <w:rsid w:val="00F609B6"/>
    <w:rsid w:val="00F617C3"/>
    <w:rsid w:val="00F7066B"/>
    <w:rsid w:val="00F76C26"/>
    <w:rsid w:val="00F83B28"/>
    <w:rsid w:val="00FA46E5"/>
    <w:rsid w:val="00FB7DBA"/>
    <w:rsid w:val="00FC1C25"/>
    <w:rsid w:val="00FC3F45"/>
    <w:rsid w:val="00FD503F"/>
    <w:rsid w:val="00FD73EE"/>
    <w:rsid w:val="00FD7589"/>
    <w:rsid w:val="00FE25D7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6C833"/>
  <w15:docId w15:val="{A720592D-4545-4E2B-B6FC-CB697D19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Nagwek1">
    <w:name w:val="heading 1"/>
    <w:basedOn w:val="Normalny"/>
    <w:link w:val="Nagwek1Znak"/>
    <w:uiPriority w:val="9"/>
    <w:qFormat/>
    <w:rsid w:val="007500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75001A"/>
    <w:rPr>
      <w:rFonts w:eastAsia="Times New Roman"/>
      <w:b/>
      <w:bCs/>
      <w:kern w:val="36"/>
      <w:sz w:val="48"/>
      <w:szCs w:val="48"/>
    </w:rPr>
  </w:style>
  <w:style w:type="character" w:customStyle="1" w:styleId="productmaininfosuffix">
    <w:name w:val="productmaininfosuffix"/>
    <w:basedOn w:val="Domylnaczcionkaakapitu"/>
    <w:rsid w:val="0075001A"/>
  </w:style>
  <w:style w:type="character" w:customStyle="1" w:styleId="pdauthorlist">
    <w:name w:val="pdauthorlist"/>
    <w:basedOn w:val="Domylnaczcionkaakapitu"/>
    <w:rsid w:val="0075001A"/>
  </w:style>
  <w:style w:type="character" w:customStyle="1" w:styleId="attributedetailsvalue">
    <w:name w:val="attributedetailsvalue"/>
    <w:basedOn w:val="Domylnaczcionkaakapitu"/>
    <w:rsid w:val="0075001A"/>
  </w:style>
  <w:style w:type="character" w:customStyle="1" w:styleId="author">
    <w:name w:val="author"/>
    <w:basedOn w:val="Domylnaczcionkaakapitu"/>
    <w:rsid w:val="0075001A"/>
  </w:style>
  <w:style w:type="character" w:customStyle="1" w:styleId="ltdescription">
    <w:name w:val="lt_description"/>
    <w:basedOn w:val="Domylnaczcionkaakapitu"/>
    <w:rsid w:val="0075001A"/>
  </w:style>
  <w:style w:type="paragraph" w:styleId="Spistreci2">
    <w:name w:val="toc 2"/>
    <w:basedOn w:val="Normalny"/>
    <w:next w:val="Normalny"/>
    <w:autoRedefine/>
    <w:uiPriority w:val="39"/>
    <w:unhideWhenUsed/>
    <w:rsid w:val="00010F58"/>
    <w:pPr>
      <w:numPr>
        <w:numId w:val="8"/>
      </w:numPr>
      <w:tabs>
        <w:tab w:val="right" w:leader="dot" w:pos="9062"/>
      </w:tabs>
      <w:spacing w:after="0"/>
    </w:pPr>
    <w:rPr>
      <w:rFonts w:ascii="Times New Roman" w:eastAsiaTheme="minorHAnsi" w:hAnsi="Times New Roman" w:cs="Times New Roman"/>
      <w:i/>
      <w:smallCaps/>
      <w:noProof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0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7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48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7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92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43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69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E22D5-347D-4ACE-B843-87636B557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39</TotalTime>
  <Pages>7</Pages>
  <Words>1287</Words>
  <Characters>7726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23</cp:revision>
  <cp:lastPrinted>2020-10-13T08:18:00Z</cp:lastPrinted>
  <dcterms:created xsi:type="dcterms:W3CDTF">2019-11-20T16:58:00Z</dcterms:created>
  <dcterms:modified xsi:type="dcterms:W3CDTF">2022-05-30T18:00:00Z</dcterms:modified>
</cp:coreProperties>
</file>